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16D7" w14:textId="77777777" w:rsidR="00EE153E" w:rsidRPr="00255528" w:rsidRDefault="0006348F" w:rsidP="00577100">
      <w:pPr>
        <w:rPr>
          <w:sz w:val="16"/>
          <w:szCs w:val="16"/>
        </w:rPr>
        <w:sectPr w:rsidR="00EE153E" w:rsidRPr="00255528" w:rsidSect="00D63FEC">
          <w:headerReference w:type="default" r:id="rId8"/>
          <w:footerReference w:type="default" r:id="rId9"/>
          <w:headerReference w:type="first" r:id="rId10"/>
          <w:footerReference w:type="first" r:id="rId11"/>
          <w:pgSz w:w="11910" w:h="16840"/>
          <w:pgMar w:top="3317" w:right="1060" w:bottom="1843" w:left="1060" w:header="851" w:footer="1060" w:gutter="0"/>
          <w:cols w:space="708"/>
          <w:titlePg/>
          <w:docGrid w:linePitch="299"/>
        </w:sectPr>
      </w:pPr>
      <w:r w:rsidRPr="00A9422B"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DBA99D1" wp14:editId="5AABD06C">
                <wp:simplePos x="0" y="0"/>
                <wp:positionH relativeFrom="column">
                  <wp:posOffset>-6350</wp:posOffset>
                </wp:positionH>
                <wp:positionV relativeFrom="page">
                  <wp:posOffset>2343150</wp:posOffset>
                </wp:positionV>
                <wp:extent cx="6353175" cy="2762250"/>
                <wp:effectExtent l="0" t="0" r="0" b="0"/>
                <wp:wrapSquare wrapText="bothSides"/>
                <wp:docPr id="25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276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EFBBF" w14:textId="77777777" w:rsidR="0006348F" w:rsidRDefault="00A116C2" w:rsidP="00577100">
                            <w:pPr>
                              <w:spacing w:before="0" w:line="274" w:lineRule="auto"/>
                              <w:jc w:val="left"/>
                              <w:rPr>
                                <w:color w:val="554E56"/>
                                <w:sz w:val="36"/>
                                <w:szCs w:val="36"/>
                              </w:rPr>
                            </w:pPr>
                            <w:r w:rsidRPr="00577100">
                              <w:rPr>
                                <w:color w:val="554E56"/>
                                <w:sz w:val="36"/>
                                <w:szCs w:val="36"/>
                              </w:rPr>
                              <w:t xml:space="preserve">Projekt </w:t>
                            </w:r>
                            <w:r w:rsidR="0006348F">
                              <w:rPr>
                                <w:color w:val="554E56"/>
                                <w:sz w:val="36"/>
                                <w:szCs w:val="36"/>
                              </w:rPr>
                              <w:t xml:space="preserve">kabelové infrastruktury pro </w:t>
                            </w:r>
                            <w:r w:rsidR="000F39CD">
                              <w:rPr>
                                <w:color w:val="554E56"/>
                                <w:sz w:val="36"/>
                                <w:szCs w:val="36"/>
                              </w:rPr>
                              <w:t>rozhlasové technologie</w:t>
                            </w:r>
                          </w:p>
                          <w:p w14:paraId="10425060" w14:textId="7BA7FB9A" w:rsidR="006E5250" w:rsidRPr="006E5250" w:rsidRDefault="006079F1" w:rsidP="006E5250">
                            <w:pPr>
                              <w:pStyle w:val="Odstavecseseznamem"/>
                              <w:numPr>
                                <w:ilvl w:val="0"/>
                                <w:numId w:val="28"/>
                              </w:numPr>
                              <w:spacing w:before="0" w:line="274" w:lineRule="auto"/>
                              <w:rPr>
                                <w:color w:val="554E5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554E56"/>
                                <w:sz w:val="36"/>
                                <w:szCs w:val="36"/>
                              </w:rPr>
                              <w:t>E</w:t>
                            </w:r>
                            <w:r w:rsidR="006E5250">
                              <w:rPr>
                                <w:color w:val="554E56"/>
                                <w:sz w:val="36"/>
                                <w:szCs w:val="36"/>
                              </w:rPr>
                              <w:t>tapa</w:t>
                            </w:r>
                            <w:r>
                              <w:rPr>
                                <w:color w:val="554E56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54E56"/>
                                <w:sz w:val="36"/>
                                <w:szCs w:val="36"/>
                              </w:rPr>
                              <w:t>II.a</w:t>
                            </w:r>
                            <w:proofErr w:type="spellEnd"/>
                            <w:r>
                              <w:rPr>
                                <w:color w:val="554E56"/>
                                <w:sz w:val="36"/>
                                <w:szCs w:val="3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554E56"/>
                                <w:sz w:val="36"/>
                                <w:szCs w:val="36"/>
                              </w:rPr>
                              <w:t>II.b</w:t>
                            </w:r>
                            <w:proofErr w:type="spellEnd"/>
                          </w:p>
                          <w:p w14:paraId="7B5C9A96" w14:textId="77777777" w:rsidR="00A42A08" w:rsidRPr="00577100" w:rsidRDefault="00A42A08" w:rsidP="00577100">
                            <w:pPr>
                              <w:spacing w:before="0" w:line="274" w:lineRule="auto"/>
                              <w:jc w:val="left"/>
                              <w:rPr>
                                <w:color w:val="554E56"/>
                                <w:sz w:val="36"/>
                                <w:szCs w:val="36"/>
                              </w:rPr>
                            </w:pPr>
                          </w:p>
                          <w:p w14:paraId="2AA36248" w14:textId="77777777" w:rsidR="009B5996" w:rsidRPr="00577100" w:rsidRDefault="009B5996" w:rsidP="00577100">
                            <w:pPr>
                              <w:spacing w:before="600" w:after="120" w:line="274" w:lineRule="auto"/>
                              <w:jc w:val="left"/>
                              <w:rPr>
                                <w:color w:val="77BD43"/>
                                <w:sz w:val="32"/>
                              </w:rPr>
                            </w:pPr>
                            <w:r w:rsidRPr="00577100">
                              <w:rPr>
                                <w:color w:val="77BD43"/>
                                <w:sz w:val="32"/>
                              </w:rPr>
                              <w:t>Akce:</w:t>
                            </w:r>
                          </w:p>
                          <w:p w14:paraId="58FE2C50" w14:textId="51E7455A" w:rsidR="00D9439D" w:rsidRPr="00577100" w:rsidRDefault="00416FAC" w:rsidP="00416FAC">
                            <w:pPr>
                              <w:spacing w:before="0" w:line="274" w:lineRule="auto"/>
                              <w:jc w:val="left"/>
                              <w:rPr>
                                <w:color w:val="554E56"/>
                                <w:sz w:val="32"/>
                              </w:rPr>
                            </w:pPr>
                            <w:r w:rsidRPr="00416FAC">
                              <w:rPr>
                                <w:color w:val="554E56"/>
                                <w:sz w:val="32"/>
                              </w:rPr>
                              <w:t xml:space="preserve">ČRo </w:t>
                            </w:r>
                            <w:r w:rsidRPr="00416FAC">
                              <w:rPr>
                                <w:color w:val="554E56"/>
                                <w:sz w:val="32"/>
                              </w:rPr>
                              <w:t>Olomouc – dostavba</w:t>
                            </w:r>
                            <w:r w:rsidRPr="00416FAC">
                              <w:rPr>
                                <w:color w:val="554E56"/>
                                <w:sz w:val="32"/>
                              </w:rPr>
                              <w:t xml:space="preserve"> studií objektu Pavelčákova 2/19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A99D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5pt;margin-top:184.5pt;width:500.25pt;height:21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" filled="f" stroked="f">
                <v:textbox inset="0">
                  <w:txbxContent>
                    <w:p w14:paraId="0F8EFBBF" w14:textId="77777777" w:rsidR="0006348F" w:rsidRDefault="00A116C2" w:rsidP="00577100">
                      <w:pPr>
                        <w:spacing w:before="0" w:line="274" w:lineRule="auto"/>
                        <w:jc w:val="left"/>
                        <w:rPr>
                          <w:color w:val="554E56"/>
                          <w:sz w:val="36"/>
                          <w:szCs w:val="36"/>
                        </w:rPr>
                      </w:pPr>
                      <w:r w:rsidRPr="00577100">
                        <w:rPr>
                          <w:color w:val="554E56"/>
                          <w:sz w:val="36"/>
                          <w:szCs w:val="36"/>
                        </w:rPr>
                        <w:t xml:space="preserve">Projekt </w:t>
                      </w:r>
                      <w:r w:rsidR="0006348F">
                        <w:rPr>
                          <w:color w:val="554E56"/>
                          <w:sz w:val="36"/>
                          <w:szCs w:val="36"/>
                        </w:rPr>
                        <w:t xml:space="preserve">kabelové infrastruktury pro </w:t>
                      </w:r>
                      <w:r w:rsidR="000F39CD">
                        <w:rPr>
                          <w:color w:val="554E56"/>
                          <w:sz w:val="36"/>
                          <w:szCs w:val="36"/>
                        </w:rPr>
                        <w:t>rozhlasové technologie</w:t>
                      </w:r>
                    </w:p>
                    <w:p w14:paraId="10425060" w14:textId="7BA7FB9A" w:rsidR="006E5250" w:rsidRPr="006E5250" w:rsidRDefault="006079F1" w:rsidP="006E5250">
                      <w:pPr>
                        <w:pStyle w:val="Odstavecseseznamem"/>
                        <w:numPr>
                          <w:ilvl w:val="0"/>
                          <w:numId w:val="28"/>
                        </w:numPr>
                        <w:spacing w:before="0" w:line="274" w:lineRule="auto"/>
                        <w:rPr>
                          <w:color w:val="554E56"/>
                          <w:sz w:val="36"/>
                          <w:szCs w:val="36"/>
                        </w:rPr>
                      </w:pPr>
                      <w:r>
                        <w:rPr>
                          <w:color w:val="554E56"/>
                          <w:sz w:val="36"/>
                          <w:szCs w:val="36"/>
                        </w:rPr>
                        <w:t>E</w:t>
                      </w:r>
                      <w:r w:rsidR="006E5250">
                        <w:rPr>
                          <w:color w:val="554E56"/>
                          <w:sz w:val="36"/>
                          <w:szCs w:val="36"/>
                        </w:rPr>
                        <w:t>tapa</w:t>
                      </w:r>
                      <w:r>
                        <w:rPr>
                          <w:color w:val="554E56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54E56"/>
                          <w:sz w:val="36"/>
                          <w:szCs w:val="36"/>
                        </w:rPr>
                        <w:t>II.a</w:t>
                      </w:r>
                      <w:proofErr w:type="spellEnd"/>
                      <w:r>
                        <w:rPr>
                          <w:color w:val="554E56"/>
                          <w:sz w:val="36"/>
                          <w:szCs w:val="36"/>
                        </w:rPr>
                        <w:t xml:space="preserve"> a </w:t>
                      </w:r>
                      <w:proofErr w:type="spellStart"/>
                      <w:r>
                        <w:rPr>
                          <w:color w:val="554E56"/>
                          <w:sz w:val="36"/>
                          <w:szCs w:val="36"/>
                        </w:rPr>
                        <w:t>II.b</w:t>
                      </w:r>
                      <w:proofErr w:type="spellEnd"/>
                    </w:p>
                    <w:p w14:paraId="7B5C9A96" w14:textId="77777777" w:rsidR="00A42A08" w:rsidRPr="00577100" w:rsidRDefault="00A42A08" w:rsidP="00577100">
                      <w:pPr>
                        <w:spacing w:before="0" w:line="274" w:lineRule="auto"/>
                        <w:jc w:val="left"/>
                        <w:rPr>
                          <w:color w:val="554E56"/>
                          <w:sz w:val="36"/>
                          <w:szCs w:val="36"/>
                        </w:rPr>
                      </w:pPr>
                    </w:p>
                    <w:p w14:paraId="2AA36248" w14:textId="77777777" w:rsidR="009B5996" w:rsidRPr="00577100" w:rsidRDefault="009B5996" w:rsidP="00577100">
                      <w:pPr>
                        <w:spacing w:before="600" w:after="120" w:line="274" w:lineRule="auto"/>
                        <w:jc w:val="left"/>
                        <w:rPr>
                          <w:color w:val="77BD43"/>
                          <w:sz w:val="32"/>
                        </w:rPr>
                      </w:pPr>
                      <w:r w:rsidRPr="00577100">
                        <w:rPr>
                          <w:color w:val="77BD43"/>
                          <w:sz w:val="32"/>
                        </w:rPr>
                        <w:t>Akce:</w:t>
                      </w:r>
                    </w:p>
                    <w:p w14:paraId="58FE2C50" w14:textId="51E7455A" w:rsidR="00D9439D" w:rsidRPr="00577100" w:rsidRDefault="00416FAC" w:rsidP="00416FAC">
                      <w:pPr>
                        <w:spacing w:before="0" w:line="274" w:lineRule="auto"/>
                        <w:jc w:val="left"/>
                        <w:rPr>
                          <w:color w:val="554E56"/>
                          <w:sz w:val="32"/>
                        </w:rPr>
                      </w:pPr>
                      <w:r w:rsidRPr="00416FAC">
                        <w:rPr>
                          <w:color w:val="554E56"/>
                          <w:sz w:val="32"/>
                        </w:rPr>
                        <w:t xml:space="preserve">ČRo </w:t>
                      </w:r>
                      <w:r w:rsidRPr="00416FAC">
                        <w:rPr>
                          <w:color w:val="554E56"/>
                          <w:sz w:val="32"/>
                        </w:rPr>
                        <w:t>Olomouc – dostavba</w:t>
                      </w:r>
                      <w:r w:rsidRPr="00416FAC">
                        <w:rPr>
                          <w:color w:val="554E56"/>
                          <w:sz w:val="32"/>
                        </w:rPr>
                        <w:t xml:space="preserve"> studií objektu Pavelčákova 2/19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20253E" w:rsidRPr="00A9422B"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C67B5D9" wp14:editId="01B80DEB">
                <wp:simplePos x="0" y="0"/>
                <wp:positionH relativeFrom="margin">
                  <wp:posOffset>3175</wp:posOffset>
                </wp:positionH>
                <wp:positionV relativeFrom="margin">
                  <wp:posOffset>3141980</wp:posOffset>
                </wp:positionV>
                <wp:extent cx="5925185" cy="3967480"/>
                <wp:effectExtent l="0" t="0" r="0" b="0"/>
                <wp:wrapSquare wrapText="bothSides"/>
                <wp:docPr id="25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185" cy="396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FDEE4" w14:textId="77777777" w:rsidR="008730D5" w:rsidRPr="00577100" w:rsidRDefault="008730D5" w:rsidP="00577100">
                            <w:pPr>
                              <w:spacing w:after="120"/>
                              <w:jc w:val="left"/>
                              <w:rPr>
                                <w:color w:val="77BD43"/>
                              </w:rPr>
                            </w:pPr>
                            <w:r w:rsidRPr="00577100">
                              <w:rPr>
                                <w:color w:val="77BD43"/>
                              </w:rPr>
                              <w:t>Objednatel:</w:t>
                            </w:r>
                          </w:p>
                          <w:p w14:paraId="3666B9BB" w14:textId="77777777" w:rsidR="006C3FD2" w:rsidRPr="006C3FD2" w:rsidRDefault="006C3FD2" w:rsidP="006C3FD2">
                            <w:pPr>
                              <w:spacing w:before="0"/>
                              <w:jc w:val="left"/>
                              <w:rPr>
                                <w:b/>
                                <w:color w:val="4E4B55"/>
                              </w:rPr>
                            </w:pPr>
                            <w:r w:rsidRPr="006C3FD2">
                              <w:rPr>
                                <w:b/>
                                <w:color w:val="4E4B55"/>
                              </w:rPr>
                              <w:t>ATELIER38</w:t>
                            </w:r>
                          </w:p>
                          <w:p w14:paraId="1DEFF9CD" w14:textId="77777777" w:rsidR="006C3FD2" w:rsidRPr="006C3FD2" w:rsidRDefault="006C3FD2" w:rsidP="006C3FD2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 w:rsidRPr="006C3FD2">
                              <w:rPr>
                                <w:color w:val="4E4B55"/>
                              </w:rPr>
                              <w:t>Porážková 1424/20</w:t>
                            </w:r>
                          </w:p>
                          <w:p w14:paraId="1A4EF029" w14:textId="0648812C" w:rsidR="006C3FD2" w:rsidRPr="006C3FD2" w:rsidRDefault="006C3FD2" w:rsidP="006C3FD2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 w:rsidRPr="006C3FD2">
                              <w:rPr>
                                <w:color w:val="4E4B55"/>
                              </w:rPr>
                              <w:t>702 00</w:t>
                            </w:r>
                            <w:r>
                              <w:rPr>
                                <w:color w:val="4E4B55"/>
                              </w:rPr>
                              <w:t xml:space="preserve"> </w:t>
                            </w:r>
                            <w:r w:rsidR="00332EE7" w:rsidRPr="006C3FD2">
                              <w:rPr>
                                <w:color w:val="4E4B55"/>
                              </w:rPr>
                              <w:t>Ostrava – Moravská</w:t>
                            </w:r>
                            <w:r w:rsidRPr="006C3FD2">
                              <w:rPr>
                                <w:color w:val="4E4B55"/>
                              </w:rPr>
                              <w:t xml:space="preserve"> Ostrava</w:t>
                            </w:r>
                          </w:p>
                          <w:p w14:paraId="616021B2" w14:textId="77777777" w:rsidR="006C3FD2" w:rsidRDefault="006C3FD2" w:rsidP="006C3FD2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 w:rsidRPr="006C3FD2">
                              <w:rPr>
                                <w:color w:val="4E4B55"/>
                              </w:rPr>
                              <w:t>IČ: 25858343</w:t>
                            </w:r>
                          </w:p>
                          <w:p w14:paraId="3FF98A79" w14:textId="77777777" w:rsidR="006C3FD2" w:rsidRDefault="006C3FD2" w:rsidP="006C3FD2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</w:p>
                          <w:p w14:paraId="63421182" w14:textId="77777777" w:rsidR="008F083D" w:rsidRPr="00577100" w:rsidRDefault="008730D5" w:rsidP="006C3FD2">
                            <w:pPr>
                              <w:spacing w:before="0"/>
                              <w:jc w:val="left"/>
                              <w:rPr>
                                <w:color w:val="77BD43"/>
                              </w:rPr>
                            </w:pPr>
                            <w:r w:rsidRPr="00577100">
                              <w:rPr>
                                <w:color w:val="77BD43"/>
                              </w:rPr>
                              <w:t>Č</w:t>
                            </w:r>
                            <w:r w:rsidR="00477A7D" w:rsidRPr="00577100">
                              <w:rPr>
                                <w:color w:val="77BD43"/>
                              </w:rPr>
                              <w:t>íslo zakázky:</w:t>
                            </w:r>
                          </w:p>
                          <w:p w14:paraId="78A681FD" w14:textId="472E07A8" w:rsidR="00477A7D" w:rsidRPr="008F083D" w:rsidRDefault="006E5250" w:rsidP="00577100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>
                              <w:rPr>
                                <w:color w:val="4E4B55"/>
                              </w:rPr>
                              <w:t>23</w:t>
                            </w:r>
                            <w:r w:rsidR="008F083D" w:rsidRPr="008F083D">
                              <w:rPr>
                                <w:color w:val="4E4B55"/>
                              </w:rPr>
                              <w:t>00</w:t>
                            </w:r>
                            <w:r>
                              <w:rPr>
                                <w:color w:val="4E4B55"/>
                              </w:rPr>
                              <w:t>996</w:t>
                            </w:r>
                          </w:p>
                          <w:p w14:paraId="26D5B7FB" w14:textId="77777777" w:rsidR="008F083D" w:rsidRPr="00577100" w:rsidRDefault="00477A7D" w:rsidP="00577100">
                            <w:pPr>
                              <w:spacing w:after="120"/>
                              <w:jc w:val="left"/>
                              <w:rPr>
                                <w:color w:val="77BD43"/>
                              </w:rPr>
                            </w:pPr>
                            <w:r w:rsidRPr="00577100">
                              <w:rPr>
                                <w:color w:val="77BD43"/>
                              </w:rPr>
                              <w:t>Datum:</w:t>
                            </w:r>
                          </w:p>
                          <w:p w14:paraId="6FFFCF67" w14:textId="215A3FE0" w:rsidR="00477A7D" w:rsidRPr="008F083D" w:rsidRDefault="006C3FD2" w:rsidP="00577100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>
                              <w:rPr>
                                <w:color w:val="4E4B55"/>
                              </w:rPr>
                              <w:t>1</w:t>
                            </w:r>
                            <w:r w:rsidR="004E384E">
                              <w:rPr>
                                <w:color w:val="4E4B55"/>
                              </w:rPr>
                              <w:t>2</w:t>
                            </w:r>
                            <w:r w:rsidR="008F083D" w:rsidRPr="008F083D">
                              <w:rPr>
                                <w:color w:val="4E4B55"/>
                              </w:rPr>
                              <w:t>/20</w:t>
                            </w:r>
                            <w:r w:rsidR="006E5250">
                              <w:rPr>
                                <w:color w:val="4E4B55"/>
                              </w:rPr>
                              <w:t>2</w:t>
                            </w:r>
                            <w:r w:rsidR="004E384E">
                              <w:rPr>
                                <w:color w:val="4E4B55"/>
                              </w:rPr>
                              <w:t>3</w:t>
                            </w:r>
                          </w:p>
                          <w:p w14:paraId="43C49D9A" w14:textId="77777777" w:rsidR="00255528" w:rsidRPr="00577100" w:rsidRDefault="00255528" w:rsidP="00577100">
                            <w:pPr>
                              <w:spacing w:after="120"/>
                              <w:jc w:val="left"/>
                              <w:rPr>
                                <w:color w:val="77BD43"/>
                              </w:rPr>
                            </w:pPr>
                            <w:r w:rsidRPr="00577100">
                              <w:rPr>
                                <w:color w:val="77BD43"/>
                              </w:rPr>
                              <w:t>Vypracoval:</w:t>
                            </w:r>
                          </w:p>
                          <w:p w14:paraId="68DEE819" w14:textId="77777777" w:rsidR="00255528" w:rsidRPr="00577100" w:rsidRDefault="00255528" w:rsidP="00577100">
                            <w:pPr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 w:rsidRPr="00E461AD">
                              <w:rPr>
                                <w:color w:val="4E4B55"/>
                              </w:rPr>
                              <w:t xml:space="preserve">Ing. </w:t>
                            </w:r>
                            <w:r w:rsidR="006C3FD2">
                              <w:rPr>
                                <w:color w:val="4E4B55"/>
                              </w:rPr>
                              <w:t>Karel Motl</w:t>
                            </w:r>
                          </w:p>
                          <w:p w14:paraId="4A7AE80A" w14:textId="77777777" w:rsidR="00255528" w:rsidRPr="00577100" w:rsidRDefault="00255528" w:rsidP="00577100">
                            <w:pPr>
                              <w:tabs>
                                <w:tab w:val="left" w:pos="426"/>
                              </w:tabs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 w:rsidRPr="00577100">
                              <w:rPr>
                                <w:color w:val="77BD43"/>
                              </w:rPr>
                              <w:t>M</w:t>
                            </w:r>
                            <w:r w:rsidRPr="00577100">
                              <w:rPr>
                                <w:color w:val="4E4B55"/>
                              </w:rPr>
                              <w:t xml:space="preserve"> </w:t>
                            </w:r>
                            <w:r w:rsidRPr="00577100">
                              <w:rPr>
                                <w:color w:val="4E4B55"/>
                              </w:rPr>
                              <w:tab/>
                            </w:r>
                            <w:r w:rsidRPr="00E461AD">
                              <w:rPr>
                                <w:color w:val="4E4B55"/>
                              </w:rPr>
                              <w:t>+420</w:t>
                            </w:r>
                            <w:r w:rsidR="006C3FD2">
                              <w:rPr>
                                <w:color w:val="4E4B55"/>
                              </w:rPr>
                              <w:t> 721 941 314</w:t>
                            </w:r>
                          </w:p>
                          <w:p w14:paraId="6824A31E" w14:textId="77777777" w:rsidR="00255528" w:rsidRPr="00577100" w:rsidRDefault="00255528" w:rsidP="00577100">
                            <w:pPr>
                              <w:tabs>
                                <w:tab w:val="left" w:pos="426"/>
                              </w:tabs>
                              <w:spacing w:before="0"/>
                              <w:jc w:val="left"/>
                              <w:rPr>
                                <w:color w:val="4E4B55"/>
                              </w:rPr>
                            </w:pPr>
                            <w:r w:rsidRPr="00577100">
                              <w:rPr>
                                <w:color w:val="77BD43"/>
                              </w:rPr>
                              <w:t>E</w:t>
                            </w:r>
                            <w:r w:rsidRPr="00577100">
                              <w:rPr>
                                <w:color w:val="4E4B55"/>
                              </w:rPr>
                              <w:tab/>
                            </w:r>
                            <w:r w:rsidR="006C3FD2" w:rsidRPr="00C42649">
                              <w:rPr>
                                <w:color w:val="4E4B55"/>
                              </w:rPr>
                              <w:t>km@avtg.cz</w:t>
                            </w:r>
                          </w:p>
                        </w:txbxContent>
                      </wps:txbx>
                      <wps:bodyPr rot="0" vert="horz" wrap="square" lIns="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7B5D9" id="_x0000_s1027" type="#_x0000_t202" style="position:absolute;left:0;text-align:left;margin-left:.25pt;margin-top:247.4pt;width:466.55pt;height:312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" filled="f" stroked="f">
                <v:textbox inset="0">
                  <w:txbxContent>
                    <w:p w14:paraId="7C8FDEE4" w14:textId="77777777" w:rsidR="008730D5" w:rsidRPr="00577100" w:rsidRDefault="008730D5" w:rsidP="00577100">
                      <w:pPr>
                        <w:spacing w:after="120"/>
                        <w:jc w:val="left"/>
                        <w:rPr>
                          <w:color w:val="77BD43"/>
                        </w:rPr>
                      </w:pPr>
                      <w:r w:rsidRPr="00577100">
                        <w:rPr>
                          <w:color w:val="77BD43"/>
                        </w:rPr>
                        <w:t>Objednatel:</w:t>
                      </w:r>
                    </w:p>
                    <w:p w14:paraId="3666B9BB" w14:textId="77777777" w:rsidR="006C3FD2" w:rsidRPr="006C3FD2" w:rsidRDefault="006C3FD2" w:rsidP="006C3FD2">
                      <w:pPr>
                        <w:spacing w:before="0"/>
                        <w:jc w:val="left"/>
                        <w:rPr>
                          <w:b/>
                          <w:color w:val="4E4B55"/>
                        </w:rPr>
                      </w:pPr>
                      <w:r w:rsidRPr="006C3FD2">
                        <w:rPr>
                          <w:b/>
                          <w:color w:val="4E4B55"/>
                        </w:rPr>
                        <w:t>ATELIER38</w:t>
                      </w:r>
                    </w:p>
                    <w:p w14:paraId="1DEFF9CD" w14:textId="77777777" w:rsidR="006C3FD2" w:rsidRPr="006C3FD2" w:rsidRDefault="006C3FD2" w:rsidP="006C3FD2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  <w:r w:rsidRPr="006C3FD2">
                        <w:rPr>
                          <w:color w:val="4E4B55"/>
                        </w:rPr>
                        <w:t>Porážková 1424/20</w:t>
                      </w:r>
                    </w:p>
                    <w:p w14:paraId="1A4EF029" w14:textId="0648812C" w:rsidR="006C3FD2" w:rsidRPr="006C3FD2" w:rsidRDefault="006C3FD2" w:rsidP="006C3FD2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  <w:r w:rsidRPr="006C3FD2">
                        <w:rPr>
                          <w:color w:val="4E4B55"/>
                        </w:rPr>
                        <w:t>702 00</w:t>
                      </w:r>
                      <w:r>
                        <w:rPr>
                          <w:color w:val="4E4B55"/>
                        </w:rPr>
                        <w:t xml:space="preserve"> </w:t>
                      </w:r>
                      <w:r w:rsidR="00332EE7" w:rsidRPr="006C3FD2">
                        <w:rPr>
                          <w:color w:val="4E4B55"/>
                        </w:rPr>
                        <w:t>Ostrava – Moravská</w:t>
                      </w:r>
                      <w:r w:rsidRPr="006C3FD2">
                        <w:rPr>
                          <w:color w:val="4E4B55"/>
                        </w:rPr>
                        <w:t xml:space="preserve"> Ostrava</w:t>
                      </w:r>
                    </w:p>
                    <w:p w14:paraId="616021B2" w14:textId="77777777" w:rsidR="006C3FD2" w:rsidRDefault="006C3FD2" w:rsidP="006C3FD2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  <w:r w:rsidRPr="006C3FD2">
                        <w:rPr>
                          <w:color w:val="4E4B55"/>
                        </w:rPr>
                        <w:t>IČ: 25858343</w:t>
                      </w:r>
                    </w:p>
                    <w:p w14:paraId="3FF98A79" w14:textId="77777777" w:rsidR="006C3FD2" w:rsidRDefault="006C3FD2" w:rsidP="006C3FD2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</w:p>
                    <w:p w14:paraId="63421182" w14:textId="77777777" w:rsidR="008F083D" w:rsidRPr="00577100" w:rsidRDefault="008730D5" w:rsidP="006C3FD2">
                      <w:pPr>
                        <w:spacing w:before="0"/>
                        <w:jc w:val="left"/>
                        <w:rPr>
                          <w:color w:val="77BD43"/>
                        </w:rPr>
                      </w:pPr>
                      <w:r w:rsidRPr="00577100">
                        <w:rPr>
                          <w:color w:val="77BD43"/>
                        </w:rPr>
                        <w:t>Č</w:t>
                      </w:r>
                      <w:r w:rsidR="00477A7D" w:rsidRPr="00577100">
                        <w:rPr>
                          <w:color w:val="77BD43"/>
                        </w:rPr>
                        <w:t>íslo zakázky:</w:t>
                      </w:r>
                    </w:p>
                    <w:p w14:paraId="78A681FD" w14:textId="472E07A8" w:rsidR="00477A7D" w:rsidRPr="008F083D" w:rsidRDefault="006E5250" w:rsidP="00577100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  <w:r>
                        <w:rPr>
                          <w:color w:val="4E4B55"/>
                        </w:rPr>
                        <w:t>23</w:t>
                      </w:r>
                      <w:r w:rsidR="008F083D" w:rsidRPr="008F083D">
                        <w:rPr>
                          <w:color w:val="4E4B55"/>
                        </w:rPr>
                        <w:t>00</w:t>
                      </w:r>
                      <w:r>
                        <w:rPr>
                          <w:color w:val="4E4B55"/>
                        </w:rPr>
                        <w:t>996</w:t>
                      </w:r>
                    </w:p>
                    <w:p w14:paraId="26D5B7FB" w14:textId="77777777" w:rsidR="008F083D" w:rsidRPr="00577100" w:rsidRDefault="00477A7D" w:rsidP="00577100">
                      <w:pPr>
                        <w:spacing w:after="120"/>
                        <w:jc w:val="left"/>
                        <w:rPr>
                          <w:color w:val="77BD43"/>
                        </w:rPr>
                      </w:pPr>
                      <w:r w:rsidRPr="00577100">
                        <w:rPr>
                          <w:color w:val="77BD43"/>
                        </w:rPr>
                        <w:t>Datum:</w:t>
                      </w:r>
                    </w:p>
                    <w:p w14:paraId="6FFFCF67" w14:textId="215A3FE0" w:rsidR="00477A7D" w:rsidRPr="008F083D" w:rsidRDefault="006C3FD2" w:rsidP="00577100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  <w:r>
                        <w:rPr>
                          <w:color w:val="4E4B55"/>
                        </w:rPr>
                        <w:t>1</w:t>
                      </w:r>
                      <w:r w:rsidR="004E384E">
                        <w:rPr>
                          <w:color w:val="4E4B55"/>
                        </w:rPr>
                        <w:t>2</w:t>
                      </w:r>
                      <w:r w:rsidR="008F083D" w:rsidRPr="008F083D">
                        <w:rPr>
                          <w:color w:val="4E4B55"/>
                        </w:rPr>
                        <w:t>/20</w:t>
                      </w:r>
                      <w:r w:rsidR="006E5250">
                        <w:rPr>
                          <w:color w:val="4E4B55"/>
                        </w:rPr>
                        <w:t>2</w:t>
                      </w:r>
                      <w:r w:rsidR="004E384E">
                        <w:rPr>
                          <w:color w:val="4E4B55"/>
                        </w:rPr>
                        <w:t>3</w:t>
                      </w:r>
                    </w:p>
                    <w:p w14:paraId="43C49D9A" w14:textId="77777777" w:rsidR="00255528" w:rsidRPr="00577100" w:rsidRDefault="00255528" w:rsidP="00577100">
                      <w:pPr>
                        <w:spacing w:after="120"/>
                        <w:jc w:val="left"/>
                        <w:rPr>
                          <w:color w:val="77BD43"/>
                        </w:rPr>
                      </w:pPr>
                      <w:r w:rsidRPr="00577100">
                        <w:rPr>
                          <w:color w:val="77BD43"/>
                        </w:rPr>
                        <w:t>Vypracoval:</w:t>
                      </w:r>
                    </w:p>
                    <w:p w14:paraId="68DEE819" w14:textId="77777777" w:rsidR="00255528" w:rsidRPr="00577100" w:rsidRDefault="00255528" w:rsidP="00577100">
                      <w:pPr>
                        <w:spacing w:before="0"/>
                        <w:jc w:val="left"/>
                        <w:rPr>
                          <w:color w:val="4E4B55"/>
                        </w:rPr>
                      </w:pPr>
                      <w:r w:rsidRPr="00E461AD">
                        <w:rPr>
                          <w:color w:val="4E4B55"/>
                        </w:rPr>
                        <w:t xml:space="preserve">Ing. </w:t>
                      </w:r>
                      <w:r w:rsidR="006C3FD2">
                        <w:rPr>
                          <w:color w:val="4E4B55"/>
                        </w:rPr>
                        <w:t>Karel Motl</w:t>
                      </w:r>
                    </w:p>
                    <w:p w14:paraId="4A7AE80A" w14:textId="77777777" w:rsidR="00255528" w:rsidRPr="00577100" w:rsidRDefault="00255528" w:rsidP="00577100">
                      <w:pPr>
                        <w:tabs>
                          <w:tab w:val="left" w:pos="426"/>
                        </w:tabs>
                        <w:spacing w:before="0"/>
                        <w:jc w:val="left"/>
                        <w:rPr>
                          <w:color w:val="4E4B55"/>
                        </w:rPr>
                      </w:pPr>
                      <w:r w:rsidRPr="00577100">
                        <w:rPr>
                          <w:color w:val="77BD43"/>
                        </w:rPr>
                        <w:t>M</w:t>
                      </w:r>
                      <w:r w:rsidRPr="00577100">
                        <w:rPr>
                          <w:color w:val="4E4B55"/>
                        </w:rPr>
                        <w:t xml:space="preserve"> </w:t>
                      </w:r>
                      <w:r w:rsidRPr="00577100">
                        <w:rPr>
                          <w:color w:val="4E4B55"/>
                        </w:rPr>
                        <w:tab/>
                      </w:r>
                      <w:r w:rsidRPr="00E461AD">
                        <w:rPr>
                          <w:color w:val="4E4B55"/>
                        </w:rPr>
                        <w:t>+420</w:t>
                      </w:r>
                      <w:r w:rsidR="006C3FD2">
                        <w:rPr>
                          <w:color w:val="4E4B55"/>
                        </w:rPr>
                        <w:t> 721 941 314</w:t>
                      </w:r>
                    </w:p>
                    <w:p w14:paraId="6824A31E" w14:textId="77777777" w:rsidR="00255528" w:rsidRPr="00577100" w:rsidRDefault="00255528" w:rsidP="00577100">
                      <w:pPr>
                        <w:tabs>
                          <w:tab w:val="left" w:pos="426"/>
                        </w:tabs>
                        <w:spacing w:before="0"/>
                        <w:jc w:val="left"/>
                        <w:rPr>
                          <w:color w:val="4E4B55"/>
                        </w:rPr>
                      </w:pPr>
                      <w:r w:rsidRPr="00577100">
                        <w:rPr>
                          <w:color w:val="77BD43"/>
                        </w:rPr>
                        <w:t>E</w:t>
                      </w:r>
                      <w:r w:rsidRPr="00577100">
                        <w:rPr>
                          <w:color w:val="4E4B55"/>
                        </w:rPr>
                        <w:tab/>
                      </w:r>
                      <w:r w:rsidR="006C3FD2" w:rsidRPr="00C42649">
                        <w:rPr>
                          <w:color w:val="4E4B55"/>
                        </w:rPr>
                        <w:t>km@avtg.cz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bookmarkStart w:id="0" w:name="_Toc157696599" w:displacedByCustomXml="next"/>
    <w:sdt>
      <w:sdtPr>
        <w:rPr>
          <w:noProof/>
          <w:sz w:val="20"/>
          <w:szCs w:val="22"/>
        </w:rPr>
        <w:id w:val="-1106265977"/>
        <w:docPartObj>
          <w:docPartGallery w:val="Table of Contents"/>
          <w:docPartUnique/>
        </w:docPartObj>
      </w:sdtPr>
      <w:sdtContent>
        <w:p w14:paraId="3333358F" w14:textId="77777777" w:rsidR="00740003" w:rsidRDefault="00740003" w:rsidP="00740003">
          <w:pPr>
            <w:pStyle w:val="Nadpisobsahu"/>
          </w:pPr>
          <w:r w:rsidRPr="006D248B">
            <w:t>Obsah</w:t>
          </w:r>
          <w:bookmarkEnd w:id="0"/>
        </w:p>
        <w:p w14:paraId="4E9A87AA" w14:textId="77777777" w:rsidR="00B545E4" w:rsidRPr="00B545E4" w:rsidRDefault="00B545E4" w:rsidP="00B545E4"/>
        <w:p w14:paraId="621B58DA" w14:textId="22804FB6" w:rsidR="00EA2646" w:rsidRDefault="00740003">
          <w:pPr>
            <w:pStyle w:val="Obsah1"/>
            <w:tabs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r w:rsidRPr="00A25CE1">
            <w:fldChar w:fldCharType="begin"/>
          </w:r>
          <w:r w:rsidRPr="00A25CE1">
            <w:instrText xml:space="preserve"> TOC \o "1-3" \h \z \u </w:instrText>
          </w:r>
          <w:r w:rsidRPr="00A25CE1">
            <w:fldChar w:fldCharType="separate"/>
          </w:r>
          <w:hyperlink w:anchor="_Toc157696599" w:history="1">
            <w:r w:rsidR="00EA2646" w:rsidRPr="00A8264B">
              <w:rPr>
                <w:rStyle w:val="Hypertextovodkaz"/>
                <w:noProof/>
              </w:rPr>
              <w:t>Obsah</w:t>
            </w:r>
            <w:r w:rsidR="00EA2646">
              <w:rPr>
                <w:noProof/>
                <w:webHidden/>
              </w:rPr>
              <w:tab/>
            </w:r>
            <w:r w:rsidR="00EA2646">
              <w:rPr>
                <w:noProof/>
                <w:webHidden/>
              </w:rPr>
              <w:fldChar w:fldCharType="begin"/>
            </w:r>
            <w:r w:rsidR="00EA2646">
              <w:rPr>
                <w:noProof/>
                <w:webHidden/>
              </w:rPr>
              <w:instrText xml:space="preserve"> PAGEREF _Toc157696599 \h </w:instrText>
            </w:r>
            <w:r w:rsidR="00EA2646">
              <w:rPr>
                <w:noProof/>
                <w:webHidden/>
              </w:rPr>
            </w:r>
            <w:r w:rsidR="00EA2646"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2</w:t>
            </w:r>
            <w:r w:rsidR="00EA2646">
              <w:rPr>
                <w:noProof/>
                <w:webHidden/>
              </w:rPr>
              <w:fldChar w:fldCharType="end"/>
            </w:r>
          </w:hyperlink>
        </w:p>
        <w:p w14:paraId="4E2C9742" w14:textId="4A5D9CD9" w:rsidR="00EA2646" w:rsidRDefault="00EA2646">
          <w:pPr>
            <w:pStyle w:val="Obsah1"/>
            <w:tabs>
              <w:tab w:val="left" w:pos="44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0" w:history="1">
            <w:r w:rsidRPr="00A8264B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3A6AE" w14:textId="1B410EA6" w:rsidR="00EA2646" w:rsidRDefault="00EA2646">
          <w:pPr>
            <w:pStyle w:val="Obsah1"/>
            <w:tabs>
              <w:tab w:val="left" w:pos="44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1" w:history="1">
            <w:r w:rsidRPr="00A8264B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Koncepce řešení kabelových 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E23AC" w14:textId="6D82B301" w:rsidR="00EA2646" w:rsidRDefault="00EA2646">
          <w:pPr>
            <w:pStyle w:val="Obsah2"/>
            <w:tabs>
              <w:tab w:val="left" w:pos="88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2" w:history="1">
            <w:r w:rsidRPr="00A8264B">
              <w:rPr>
                <w:rStyle w:val="Hypertextovodkaz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Dimenzování 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B5BBF" w14:textId="663C68E9" w:rsidR="00EA2646" w:rsidRDefault="00EA2646">
          <w:pPr>
            <w:pStyle w:val="Obsah2"/>
            <w:tabs>
              <w:tab w:val="left" w:pos="88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3" w:history="1">
            <w:r w:rsidRPr="00A8264B">
              <w:rPr>
                <w:rStyle w:val="Hypertextovodkaz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Požární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B7531" w14:textId="0BD23FAD" w:rsidR="00EA2646" w:rsidRDefault="00EA2646">
          <w:pPr>
            <w:pStyle w:val="Obsah2"/>
            <w:tabs>
              <w:tab w:val="left" w:pos="88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4" w:history="1">
            <w:r w:rsidRPr="00A8264B">
              <w:rPr>
                <w:rStyle w:val="Hypertextovodkaz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Zakončení kabelových 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4BCB98" w14:textId="34C2C0F9" w:rsidR="00EA2646" w:rsidRDefault="00EA2646">
          <w:pPr>
            <w:pStyle w:val="Obsah1"/>
            <w:tabs>
              <w:tab w:val="left" w:pos="44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5" w:history="1">
            <w:r w:rsidRPr="00A8264B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Plenér 220 (etapa II.a)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E442F" w14:textId="61CEE772" w:rsidR="00EA2646" w:rsidRDefault="00EA2646">
          <w:pPr>
            <w:pStyle w:val="Obsah1"/>
            <w:tabs>
              <w:tab w:val="left" w:pos="44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6" w:history="1">
            <w:r w:rsidRPr="00A8264B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Režie 222 (etapa II.a)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AA13C" w14:textId="4DD305BD" w:rsidR="00EA2646" w:rsidRDefault="00EA2646">
          <w:pPr>
            <w:pStyle w:val="Obsah1"/>
            <w:tabs>
              <w:tab w:val="left" w:pos="44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7" w:history="1">
            <w:r w:rsidRPr="00A8264B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Režie 409 (etapa II.b)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82C52" w14:textId="369B020F" w:rsidR="00EA2646" w:rsidRDefault="00EA2646">
          <w:pPr>
            <w:pStyle w:val="Obsah1"/>
            <w:tabs>
              <w:tab w:val="left" w:pos="440"/>
              <w:tab w:val="right" w:leader="dot" w:pos="978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bidi="ar-SA"/>
              <w14:ligatures w14:val="standardContextual"/>
            </w:rPr>
          </w:pPr>
          <w:hyperlink w:anchor="_Toc157696608" w:history="1">
            <w:r w:rsidRPr="00A8264B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bidi="ar-SA"/>
                <w14:ligatures w14:val="standardContextual"/>
              </w:rPr>
              <w:tab/>
            </w:r>
            <w:r w:rsidRPr="00A8264B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_Toc157696608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13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DC47F" w14:textId="71B94876" w:rsidR="00740003" w:rsidRDefault="00740003" w:rsidP="00740003">
          <w:pPr>
            <w:pStyle w:val="Obsah"/>
          </w:pPr>
          <w:r w:rsidRPr="00A25CE1">
            <w:fldChar w:fldCharType="end"/>
          </w:r>
        </w:p>
      </w:sdtContent>
    </w:sdt>
    <w:p w14:paraId="2918142E" w14:textId="77777777" w:rsidR="00740003" w:rsidRDefault="0074000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BCAEC99" w14:textId="77777777" w:rsidR="00E36747" w:rsidRDefault="00BC58FA" w:rsidP="00DA7875">
      <w:pPr>
        <w:pStyle w:val="Nadpis1"/>
      </w:pPr>
      <w:bookmarkStart w:id="1" w:name="_Toc157696600"/>
      <w:r>
        <w:lastRenderedPageBreak/>
        <w:t>Úvod</w:t>
      </w:r>
      <w:bookmarkEnd w:id="1"/>
    </w:p>
    <w:p w14:paraId="137121B9" w14:textId="0D785886" w:rsidR="003C13A5" w:rsidRDefault="00F061FD" w:rsidP="00391901">
      <w:pPr>
        <w:rPr>
          <w:szCs w:val="20"/>
        </w:rPr>
      </w:pPr>
      <w:r>
        <w:rPr>
          <w:szCs w:val="20"/>
        </w:rPr>
        <w:t>T</w:t>
      </w:r>
      <w:r w:rsidR="00020ED3">
        <w:rPr>
          <w:szCs w:val="20"/>
        </w:rPr>
        <w:t>en</w:t>
      </w:r>
      <w:r>
        <w:rPr>
          <w:szCs w:val="20"/>
        </w:rPr>
        <w:t xml:space="preserve">to </w:t>
      </w:r>
      <w:r w:rsidR="00020ED3">
        <w:rPr>
          <w:szCs w:val="20"/>
        </w:rPr>
        <w:t xml:space="preserve">text </w:t>
      </w:r>
      <w:r w:rsidR="00BC58FA" w:rsidRPr="00BC58FA">
        <w:rPr>
          <w:szCs w:val="20"/>
        </w:rPr>
        <w:t xml:space="preserve">popisuje </w:t>
      </w:r>
      <w:r w:rsidR="007C3AA7">
        <w:rPr>
          <w:szCs w:val="20"/>
        </w:rPr>
        <w:t xml:space="preserve">kabelovou infrastrukturu pro rozhlasové technologie </w:t>
      </w:r>
      <w:r w:rsidR="007245AF">
        <w:rPr>
          <w:szCs w:val="20"/>
        </w:rPr>
        <w:t>v  objektu ČRo Olomouc</w:t>
      </w:r>
      <w:r w:rsidR="00C61FC2">
        <w:rPr>
          <w:szCs w:val="20"/>
        </w:rPr>
        <w:t xml:space="preserve"> (</w:t>
      </w:r>
      <w:r w:rsidR="00C61FC2" w:rsidRPr="00C61FC2">
        <w:rPr>
          <w:szCs w:val="20"/>
        </w:rPr>
        <w:t>Pavelčákova 2/19</w:t>
      </w:r>
      <w:r w:rsidR="00C61FC2">
        <w:rPr>
          <w:szCs w:val="20"/>
        </w:rPr>
        <w:t>)</w:t>
      </w:r>
      <w:r w:rsidR="006E5250">
        <w:rPr>
          <w:szCs w:val="20"/>
        </w:rPr>
        <w:t xml:space="preserve"> ve druhé etapě jeho rekonstrukce</w:t>
      </w:r>
      <w:r w:rsidR="007245AF">
        <w:rPr>
          <w:szCs w:val="20"/>
        </w:rPr>
        <w:t>.</w:t>
      </w:r>
      <w:r w:rsidR="006E5250">
        <w:rPr>
          <w:szCs w:val="20"/>
        </w:rPr>
        <w:t xml:space="preserve"> </w:t>
      </w:r>
      <w:r w:rsidR="00077686">
        <w:rPr>
          <w:szCs w:val="20"/>
        </w:rPr>
        <w:t>Ta může být dále rozdělena do částí v závislosti na finanční náročnosti realizace.</w:t>
      </w:r>
    </w:p>
    <w:p w14:paraId="52E372C9" w14:textId="6C36F565" w:rsidR="007C3AA7" w:rsidRDefault="006E5250" w:rsidP="00391901">
      <w:pPr>
        <w:rPr>
          <w:szCs w:val="20"/>
        </w:rPr>
      </w:pPr>
      <w:r>
        <w:rPr>
          <w:szCs w:val="20"/>
        </w:rPr>
        <w:t xml:space="preserve">Vstupními daty jsou podklady z první etapy, včetně již navržených kabelových tras a dále </w:t>
      </w:r>
      <w:r w:rsidR="00B4356E">
        <w:rPr>
          <w:szCs w:val="20"/>
        </w:rPr>
        <w:t xml:space="preserve">aktuální </w:t>
      </w:r>
      <w:r>
        <w:rPr>
          <w:szCs w:val="20"/>
        </w:rPr>
        <w:t xml:space="preserve">požadavky na </w:t>
      </w:r>
      <w:proofErr w:type="spellStart"/>
      <w:r>
        <w:rPr>
          <w:szCs w:val="20"/>
        </w:rPr>
        <w:t>propoje</w:t>
      </w:r>
      <w:proofErr w:type="spellEnd"/>
      <w:r>
        <w:rPr>
          <w:szCs w:val="20"/>
        </w:rPr>
        <w:t xml:space="preserve"> nově řešeních prostor a pozice zakončení kabeláže.</w:t>
      </w:r>
    </w:p>
    <w:p w14:paraId="39219FC5" w14:textId="77777777" w:rsidR="00BC58FA" w:rsidRPr="00BC58FA" w:rsidRDefault="00BC58FA" w:rsidP="00AE4023">
      <w:pPr>
        <w:pStyle w:val="Nadpis1"/>
      </w:pPr>
      <w:bookmarkStart w:id="2" w:name="_Toc157696601"/>
      <w:r w:rsidRPr="00BC58FA">
        <w:t xml:space="preserve">Koncepce řešení </w:t>
      </w:r>
      <w:r w:rsidR="007C3AA7">
        <w:t>kabelových tras</w:t>
      </w:r>
      <w:bookmarkEnd w:id="2"/>
      <w:r w:rsidR="007C3AA7">
        <w:t xml:space="preserve"> </w:t>
      </w:r>
    </w:p>
    <w:p w14:paraId="39EF62FA" w14:textId="387DF511" w:rsidR="004026DD" w:rsidRDefault="006E5250" w:rsidP="006637BB">
      <w:r>
        <w:t xml:space="preserve">Koncepce návrhu je </w:t>
      </w:r>
      <w:r w:rsidR="004F543A">
        <w:t>shodná</w:t>
      </w:r>
      <w:r>
        <w:t xml:space="preserve"> s první etap</w:t>
      </w:r>
      <w:r w:rsidR="004F543A">
        <w:t>o</w:t>
      </w:r>
      <w:r>
        <w:t>u – centrálním</w:t>
      </w:r>
      <w:r w:rsidR="00614B5A">
        <w:t xml:space="preserve"> prostorem pro celý objekt je Serverovna (m. č. 316) ve 4.NP</w:t>
      </w:r>
      <w:r>
        <w:t>.</w:t>
      </w:r>
      <w:r w:rsidR="0053412D">
        <w:t xml:space="preserve"> Do ní jsou připojeny nově řešené prostory ve 3.NP (</w:t>
      </w:r>
      <w:r w:rsidR="0003661F">
        <w:t>P</w:t>
      </w:r>
      <w:r w:rsidR="0053412D">
        <w:t xml:space="preserve">lenér 220 a Tech. zázemí 223) a </w:t>
      </w:r>
      <w:r w:rsidR="0003661F">
        <w:t xml:space="preserve">Postprodukční režie 409 v 5.NP. </w:t>
      </w:r>
      <w:r w:rsidR="0053412D">
        <w:t>Režie 222</w:t>
      </w:r>
      <w:r w:rsidR="0003661F">
        <w:t xml:space="preserve"> je </w:t>
      </w:r>
      <w:r w:rsidR="004D287B">
        <w:t xml:space="preserve">dále </w:t>
      </w:r>
      <w:r w:rsidR="00C45575">
        <w:t xml:space="preserve">přímo </w:t>
      </w:r>
      <w:r w:rsidR="0003661F">
        <w:t xml:space="preserve">propojena pouze </w:t>
      </w:r>
      <w:r w:rsidR="00C45575">
        <w:t>se</w:t>
      </w:r>
      <w:r w:rsidR="0003661F">
        <w:t xml:space="preserve"> sousední</w:t>
      </w:r>
      <w:r w:rsidR="00C45575">
        <w:t>mi</w:t>
      </w:r>
      <w:r w:rsidR="0003661F">
        <w:t xml:space="preserve"> prostory 220 a 223 (Plenér a Tech. zázemí).</w:t>
      </w:r>
    </w:p>
    <w:p w14:paraId="01A6B5B9" w14:textId="64908B5E" w:rsidR="00C45575" w:rsidRDefault="00A17FF5" w:rsidP="006637BB">
      <w:r>
        <w:t>T</w:t>
      </w:r>
      <w:r w:rsidR="00614B5A">
        <w:t xml:space="preserve">rasa </w:t>
      </w:r>
      <w:r w:rsidR="00C45575">
        <w:t xml:space="preserve">ze zázemí 223 </w:t>
      </w:r>
      <w:r>
        <w:t xml:space="preserve">do serverovny 316 </w:t>
      </w:r>
      <w:r w:rsidR="00C45575">
        <w:t>je</w:t>
      </w:r>
      <w:r>
        <w:t xml:space="preserve"> uvažována ve</w:t>
      </w:r>
      <w:r w:rsidR="00C45575">
        <w:t xml:space="preserve"> stávající </w:t>
      </w:r>
      <w:r>
        <w:t>trase</w:t>
      </w:r>
      <w:r w:rsidR="002B4F26">
        <w:t xml:space="preserve"> přes místnosti č. 319, 318 a 321</w:t>
      </w:r>
      <w:r>
        <w:t>.</w:t>
      </w:r>
      <w:r w:rsidR="0087211E">
        <w:t xml:space="preserve"> Propojení serverovny a 5.NP je přes stávající trasu na chodbě a novou stoupačku v prostoru č. 313.</w:t>
      </w:r>
      <w:r w:rsidR="007E5778">
        <w:t xml:space="preserve"> Vertikální prostup bude ošetřen protipožární ucpávkou.</w:t>
      </w:r>
    </w:p>
    <w:p w14:paraId="2AC151EE" w14:textId="77777777" w:rsidR="00E75022" w:rsidRDefault="00FF1A80" w:rsidP="00FF1A80">
      <w:pPr>
        <w:pStyle w:val="Nadpis2"/>
        <w:ind w:left="680" w:hanging="680"/>
      </w:pPr>
      <w:bookmarkStart w:id="3" w:name="_Toc157696602"/>
      <w:r>
        <w:t>D</w:t>
      </w:r>
      <w:r w:rsidR="00E75022" w:rsidRPr="00FF1A80">
        <w:t>imenz</w:t>
      </w:r>
      <w:r w:rsidRPr="00FF1A80">
        <w:t>ování</w:t>
      </w:r>
      <w:r w:rsidR="00E75022" w:rsidRPr="00FF1A80">
        <w:t xml:space="preserve"> tras</w:t>
      </w:r>
      <w:bookmarkEnd w:id="3"/>
    </w:p>
    <w:p w14:paraId="1A2A1097" w14:textId="6D70C2B7" w:rsidR="004D287B" w:rsidRDefault="00FF1A80" w:rsidP="00FF1A80">
      <w:r>
        <w:t>Na základě kabelové knihy byly stanoveny prostorové nároky uvažované kabeláže rozhlasových technologií</w:t>
      </w:r>
      <w:r w:rsidR="004D287B">
        <w:t xml:space="preserve"> a</w:t>
      </w:r>
      <w:r w:rsidR="005A4576">
        <w:t> </w:t>
      </w:r>
      <w:r w:rsidR="004D287B">
        <w:t xml:space="preserve">jsou uvedeny </w:t>
      </w:r>
      <w:r w:rsidR="000644D9">
        <w:t xml:space="preserve">ve výkresové části dokumentace. </w:t>
      </w:r>
    </w:p>
    <w:p w14:paraId="33186168" w14:textId="77777777" w:rsidR="00B91EE4" w:rsidRDefault="00B91EE4" w:rsidP="00FF1A80">
      <w:pPr>
        <w:pStyle w:val="Nadpis2"/>
        <w:ind w:left="680" w:hanging="680"/>
      </w:pPr>
      <w:bookmarkStart w:id="4" w:name="_Toc157696603"/>
      <w:r>
        <w:t>Požární parametry</w:t>
      </w:r>
      <w:bookmarkEnd w:id="4"/>
    </w:p>
    <w:p w14:paraId="4FD52E53" w14:textId="50DF71C3" w:rsidR="001331AB" w:rsidRDefault="004D287B" w:rsidP="004D287B">
      <w:r>
        <w:t>Návrh řešení je v</w:t>
      </w:r>
      <w:r w:rsidR="001331AB" w:rsidRPr="001331AB">
        <w:t> souladu s</w:t>
      </w:r>
      <w:r>
        <w:t> první etapou. O</w:t>
      </w:r>
      <w:r w:rsidR="001331AB">
        <w:t xml:space="preserve">ptické a datové spoje </w:t>
      </w:r>
      <w:r w:rsidR="00F46765">
        <w:t xml:space="preserve">lze </w:t>
      </w:r>
      <w:r w:rsidR="001331AB">
        <w:t xml:space="preserve">realizovat v rámci kategorie </w:t>
      </w:r>
      <w:r w:rsidR="001331AB" w:rsidRPr="001331AB">
        <w:t>B2ca</w:t>
      </w:r>
      <w:r w:rsidR="005A31E2">
        <w:t xml:space="preserve">, </w:t>
      </w:r>
      <w:proofErr w:type="spellStart"/>
      <w:r w:rsidR="005A31E2">
        <w:t>vícepárové</w:t>
      </w:r>
      <w:proofErr w:type="spellEnd"/>
      <w:r w:rsidR="005A31E2">
        <w:t xml:space="preserve"> audio kabely jsou </w:t>
      </w:r>
      <w:r w:rsidR="00CF284D">
        <w:t xml:space="preserve">však </w:t>
      </w:r>
      <w:r w:rsidR="005A31E2">
        <w:t xml:space="preserve">k dispozici </w:t>
      </w:r>
      <w:r w:rsidR="00CF284D">
        <w:t xml:space="preserve">pouze </w:t>
      </w:r>
      <w:r w:rsidR="005A31E2">
        <w:t>v kategorii FRNC.</w:t>
      </w:r>
    </w:p>
    <w:p w14:paraId="7D81A063" w14:textId="744AA094" w:rsidR="00511138" w:rsidRPr="00311540" w:rsidRDefault="00AD440F" w:rsidP="00535E4D">
      <w:pPr>
        <w:pStyle w:val="Nadpis2"/>
        <w:ind w:left="680" w:hanging="680"/>
      </w:pPr>
      <w:bookmarkStart w:id="5" w:name="_Toc157696604"/>
      <w:r w:rsidRPr="00311540">
        <w:t>Z</w:t>
      </w:r>
      <w:r w:rsidR="00511138" w:rsidRPr="00311540">
        <w:t>akončení kabelových tras</w:t>
      </w:r>
      <w:bookmarkEnd w:id="5"/>
      <w:r w:rsidR="00511138" w:rsidRPr="00311540">
        <w:t xml:space="preserve"> </w:t>
      </w:r>
    </w:p>
    <w:p w14:paraId="44A18354" w14:textId="30892E86" w:rsidR="008C01DE" w:rsidRDefault="008C01DE" w:rsidP="00A26164">
      <w:r w:rsidRPr="00311540">
        <w:t>P</w:t>
      </w:r>
      <w:r w:rsidR="00240F00" w:rsidRPr="00311540">
        <w:t>rojekt</w:t>
      </w:r>
      <w:r w:rsidRPr="00311540">
        <w:t xml:space="preserve"> za rozhlasové technologie řeší zakončení kabeláže a přípojná místa</w:t>
      </w:r>
      <w:r w:rsidR="00311540" w:rsidRPr="00311540">
        <w:t xml:space="preserve"> včetně </w:t>
      </w:r>
      <w:r w:rsidR="00EA2646" w:rsidRPr="00EA2646">
        <w:t xml:space="preserve">rackových lišt </w:t>
      </w:r>
      <w:r w:rsidR="00311540" w:rsidRPr="00311540">
        <w:t>v</w:t>
      </w:r>
      <w:r w:rsidR="00311540">
        <w:t> </w:t>
      </w:r>
      <w:r w:rsidR="00311540" w:rsidRPr="00311540">
        <w:t>nábytku</w:t>
      </w:r>
      <w:r w:rsidR="00311540">
        <w:t xml:space="preserve"> (do 12RU)</w:t>
      </w:r>
      <w:r w:rsidR="00311540" w:rsidRPr="00311540">
        <w:t>.</w:t>
      </w:r>
      <w:r w:rsidR="00311540">
        <w:t xml:space="preserve"> T</w:t>
      </w:r>
      <w:r w:rsidR="00240F00" w:rsidRPr="00311540">
        <w:t>echnologické stojany</w:t>
      </w:r>
      <w:r w:rsidRPr="00311540">
        <w:t xml:space="preserve"> </w:t>
      </w:r>
      <w:r w:rsidR="00311540">
        <w:t xml:space="preserve">ve 4.NP </w:t>
      </w:r>
      <w:r w:rsidRPr="00311540">
        <w:t xml:space="preserve">jsou </w:t>
      </w:r>
      <w:r w:rsidR="00311540">
        <w:t xml:space="preserve">z první etapy a stojan v zázemí </w:t>
      </w:r>
      <w:r w:rsidR="00311540">
        <w:rPr>
          <w:rFonts w:ascii="Calibri" w:hAnsi="Calibri" w:cs="Calibri"/>
          <w:color w:val="000000"/>
          <w:sz w:val="22"/>
        </w:rPr>
        <w:t xml:space="preserve">223 </w:t>
      </w:r>
      <w:r w:rsidR="00311540">
        <w:t xml:space="preserve">pak </w:t>
      </w:r>
      <w:r w:rsidR="00AD440F" w:rsidRPr="00311540">
        <w:t>přímou dodávkou investora</w:t>
      </w:r>
      <w:r w:rsidR="00240F00" w:rsidRPr="00311540">
        <w:t>.</w:t>
      </w:r>
    </w:p>
    <w:p w14:paraId="26F84E9B" w14:textId="1A68DABD" w:rsidR="003C13A5" w:rsidRDefault="00347F8F" w:rsidP="00287877">
      <w:r>
        <w:t>Veškerá kabeláž je zakončena na přepojovacích panelech v příslušných technologických stojanech</w:t>
      </w:r>
      <w:r w:rsidR="003C13A5">
        <w:t xml:space="preserve"> a na přípojných místech</w:t>
      </w:r>
      <w:r>
        <w:t xml:space="preserve">. </w:t>
      </w:r>
      <w:r w:rsidR="00013BE0">
        <w:t xml:space="preserve">Veškeré audio konektory musí být ve standardu </w:t>
      </w:r>
      <w:proofErr w:type="spellStart"/>
      <w:r w:rsidR="00013BE0">
        <w:t>Neutrik</w:t>
      </w:r>
      <w:proofErr w:type="spellEnd"/>
      <w:r w:rsidR="006D1EE6">
        <w:t>, realizační práce musí obsahovat i</w:t>
      </w:r>
      <w:r w:rsidR="003C13A5">
        <w:t> </w:t>
      </w:r>
      <w:r w:rsidR="006D1EE6" w:rsidRPr="006D1EE6">
        <w:t>měření spojů a</w:t>
      </w:r>
      <w:r w:rsidR="006B2ACE">
        <w:t> </w:t>
      </w:r>
      <w:r w:rsidR="006D1EE6" w:rsidRPr="006D1EE6">
        <w:t>značení všech zakončení dle požadavku uživatele</w:t>
      </w:r>
      <w:r w:rsidR="00013BE0">
        <w:t>.</w:t>
      </w:r>
      <w:r w:rsidR="003C13A5">
        <w:t xml:space="preserve"> </w:t>
      </w:r>
    </w:p>
    <w:p w14:paraId="06042F33" w14:textId="0AF32C41" w:rsidR="00AD440F" w:rsidRPr="00077C3D" w:rsidRDefault="003C13A5" w:rsidP="00077C3D">
      <w:pPr>
        <w:pStyle w:val="Nadpis1"/>
      </w:pPr>
      <w:bookmarkStart w:id="6" w:name="_Toc157696605"/>
      <w:r w:rsidRPr="00077C3D">
        <w:t xml:space="preserve">Plenér 220 </w:t>
      </w:r>
      <w:r w:rsidR="00077686">
        <w:t xml:space="preserve">(etapa </w:t>
      </w:r>
      <w:proofErr w:type="spellStart"/>
      <w:r w:rsidR="00077686">
        <w:t>II.a</w:t>
      </w:r>
      <w:proofErr w:type="spellEnd"/>
      <w:r w:rsidR="00077686">
        <w:t>)</w:t>
      </w:r>
      <w:bookmarkEnd w:id="6"/>
    </w:p>
    <w:p w14:paraId="66D57ECE" w14:textId="1C6468DC" w:rsidR="00125DA1" w:rsidRDefault="00286003" w:rsidP="00077C3D">
      <w:pPr>
        <w:spacing w:before="120"/>
      </w:pPr>
      <w:r>
        <w:t xml:space="preserve">Přípojné místo bude realizované jako </w:t>
      </w:r>
      <w:r w:rsidR="00EA2646">
        <w:t xml:space="preserve">atypický </w:t>
      </w:r>
      <w:r>
        <w:t>technologický stojan zapuštěný do akustických obkladů, výška 6RU.</w:t>
      </w:r>
    </w:p>
    <w:p w14:paraId="4B6259D8" w14:textId="0EE19157" w:rsidR="00AD440F" w:rsidRDefault="00125DA1" w:rsidP="00125DA1">
      <w:pPr>
        <w:spacing w:before="0"/>
      </w:pPr>
      <w:r>
        <w:lastRenderedPageBreak/>
        <w:t>Z</w:t>
      </w:r>
      <w:r w:rsidRPr="00125DA1">
        <w:t>a akustickým ob</w:t>
      </w:r>
      <w:r>
        <w:t xml:space="preserve">kladem </w:t>
      </w:r>
      <w:r w:rsidRPr="00125DA1">
        <w:t>bud</w:t>
      </w:r>
      <w:r>
        <w:t>e</w:t>
      </w:r>
      <w:r w:rsidRPr="00125DA1">
        <w:t xml:space="preserve"> </w:t>
      </w:r>
      <w:r>
        <w:t xml:space="preserve">svislá kabelová trasa o průměru </w:t>
      </w:r>
      <w:r w:rsidRPr="00125DA1">
        <w:t>100</w:t>
      </w:r>
      <w:r w:rsidR="00376892">
        <w:t xml:space="preserve"> </w:t>
      </w:r>
      <w:r w:rsidRPr="00125DA1">
        <w:t>mm</w:t>
      </w:r>
      <w:r>
        <w:t xml:space="preserve"> spojující </w:t>
      </w:r>
      <w:r w:rsidRPr="00125DA1">
        <w:t>dvojitou podlahu a prostor</w:t>
      </w:r>
      <w:r>
        <w:t xml:space="preserve"> nad </w:t>
      </w:r>
      <w:r w:rsidRPr="00125DA1">
        <w:t xml:space="preserve">  podhled</w:t>
      </w:r>
      <w:r>
        <w:t>em</w:t>
      </w:r>
      <w:r w:rsidR="005C23BD">
        <w:t>. Ve</w:t>
      </w:r>
      <w:r w:rsidR="00A24182">
        <w:t> </w:t>
      </w:r>
      <w:r w:rsidR="005C23BD">
        <w:t xml:space="preserve">dvojité </w:t>
      </w:r>
      <w:r w:rsidR="00A24182">
        <w:t>podlaze flexibilní chráničky o průměru 50 mm</w:t>
      </w:r>
      <w:r>
        <w:t>.</w:t>
      </w:r>
    </w:p>
    <w:p w14:paraId="6655E156" w14:textId="63CEC0DD" w:rsidR="00376892" w:rsidRDefault="00376892" w:rsidP="00376892">
      <w:pPr>
        <w:spacing w:before="0"/>
      </w:pPr>
      <w:r w:rsidRPr="00AD440F">
        <w:t xml:space="preserve">V prostoru je </w:t>
      </w:r>
      <w:r>
        <w:t xml:space="preserve">uvažován analogový propoj </w:t>
      </w:r>
      <w:r w:rsidRPr="00AD440F">
        <w:t xml:space="preserve">– mezi </w:t>
      </w:r>
      <w:r>
        <w:t xml:space="preserve">přípojným místem </w:t>
      </w:r>
      <w:r w:rsidRPr="00AD440F">
        <w:t xml:space="preserve">na stěně a podlahovou krabicí ve středu </w:t>
      </w:r>
      <w:r>
        <w:t xml:space="preserve">místnosti </w:t>
      </w:r>
      <w:r w:rsidRPr="00AD440F">
        <w:t>budou nataženy audio propojky pro propojení mikrofonu a sluchátek</w:t>
      </w:r>
      <w:r>
        <w:t xml:space="preserve"> </w:t>
      </w:r>
      <w:r w:rsidRPr="00376892">
        <w:t>(</w:t>
      </w:r>
      <w:r>
        <w:t xml:space="preserve">konektory typu </w:t>
      </w:r>
      <w:r w:rsidRPr="00376892">
        <w:t>Jack 6</w:t>
      </w:r>
      <w:r>
        <w:t>,</w:t>
      </w:r>
      <w:r w:rsidRPr="00376892">
        <w:t xml:space="preserve">3 na sluchátka a v opačném směru XLR </w:t>
      </w:r>
      <w:r>
        <w:t xml:space="preserve">pro </w:t>
      </w:r>
      <w:r w:rsidRPr="00376892">
        <w:t xml:space="preserve">mikrofony). </w:t>
      </w:r>
    </w:p>
    <w:p w14:paraId="31532512" w14:textId="49262AE0" w:rsidR="00286003" w:rsidRPr="00077C3D" w:rsidRDefault="003C13A5" w:rsidP="00077C3D">
      <w:pPr>
        <w:pStyle w:val="Nadpis1"/>
      </w:pPr>
      <w:bookmarkStart w:id="7" w:name="_Toc157696606"/>
      <w:r w:rsidRPr="00077C3D">
        <w:t>Režie 222</w:t>
      </w:r>
      <w:r w:rsidR="00077686" w:rsidRPr="00077C3D">
        <w:t xml:space="preserve"> </w:t>
      </w:r>
      <w:r w:rsidR="00077686">
        <w:t xml:space="preserve">(etapa </w:t>
      </w:r>
      <w:proofErr w:type="spellStart"/>
      <w:r w:rsidR="00077686">
        <w:t>II.a</w:t>
      </w:r>
      <w:proofErr w:type="spellEnd"/>
      <w:r w:rsidR="00077686">
        <w:t>)</w:t>
      </w:r>
      <w:bookmarkEnd w:id="7"/>
    </w:p>
    <w:p w14:paraId="5E8D1535" w14:textId="658DBECF" w:rsidR="00286003" w:rsidRPr="00286003" w:rsidRDefault="00832763" w:rsidP="00077C3D">
      <w:pPr>
        <w:spacing w:before="120"/>
      </w:pPr>
      <w:r>
        <w:t>Kabeláž bude zakončena v režijním stole. V podlaze bude opět analogový propoj – mezi</w:t>
      </w:r>
      <w:r w:rsidR="00286003" w:rsidRPr="00286003">
        <w:t xml:space="preserve"> rackem ve zvukařském stole a podlahovou krabicí pod </w:t>
      </w:r>
      <w:r w:rsidR="00224A2C">
        <w:t xml:space="preserve">stolem </w:t>
      </w:r>
      <w:r w:rsidR="00286003" w:rsidRPr="00286003">
        <w:t>režiséra (sluchátka, mikrofon).</w:t>
      </w:r>
    </w:p>
    <w:p w14:paraId="31D4E8F7" w14:textId="4B15C89F" w:rsidR="00832763" w:rsidRDefault="00832763" w:rsidP="00376892">
      <w:pPr>
        <w:spacing w:before="0"/>
      </w:pPr>
      <w:r>
        <w:t xml:space="preserve">Dále povede od </w:t>
      </w:r>
      <w:r w:rsidR="00286003" w:rsidRPr="00286003">
        <w:t>zvukařské</w:t>
      </w:r>
      <w:r>
        <w:t>ho</w:t>
      </w:r>
      <w:r w:rsidR="00286003" w:rsidRPr="00286003">
        <w:t xml:space="preserve"> stol</w:t>
      </w:r>
      <w:r>
        <w:t>u</w:t>
      </w:r>
      <w:r w:rsidR="00286003" w:rsidRPr="00286003">
        <w:t xml:space="preserve"> do prostoru </w:t>
      </w:r>
      <w:r>
        <w:t xml:space="preserve">nad </w:t>
      </w:r>
      <w:r w:rsidR="00286003" w:rsidRPr="00286003">
        <w:t>podhled</w:t>
      </w:r>
      <w:r>
        <w:t>e</w:t>
      </w:r>
      <w:r w:rsidR="00286003" w:rsidRPr="00286003">
        <w:t xml:space="preserve">m </w:t>
      </w:r>
      <w:r>
        <w:t xml:space="preserve">trasa </w:t>
      </w:r>
      <w:r w:rsidR="00286003" w:rsidRPr="00286003">
        <w:t xml:space="preserve">pro připojení </w:t>
      </w:r>
      <w:r>
        <w:t>odposlechových monitorů.</w:t>
      </w:r>
    </w:p>
    <w:p w14:paraId="348A6A44" w14:textId="047B756C" w:rsidR="006464D7" w:rsidRDefault="006464D7" w:rsidP="006464D7">
      <w:pPr>
        <w:spacing w:before="0"/>
      </w:pPr>
      <w:r>
        <w:t>Z</w:t>
      </w:r>
      <w:r w:rsidRPr="00125DA1">
        <w:t>a akustickým ob</w:t>
      </w:r>
      <w:r>
        <w:t xml:space="preserve">kladem </w:t>
      </w:r>
      <w:r w:rsidRPr="00125DA1">
        <w:t>bud</w:t>
      </w:r>
      <w:r>
        <w:t>e</w:t>
      </w:r>
      <w:r w:rsidRPr="00125DA1">
        <w:t xml:space="preserve"> </w:t>
      </w:r>
      <w:r>
        <w:t xml:space="preserve">opět svislá kabelová trasa o průměru </w:t>
      </w:r>
      <w:r w:rsidRPr="00125DA1">
        <w:t>100</w:t>
      </w:r>
      <w:r w:rsidR="004B7077">
        <w:t xml:space="preserve"> </w:t>
      </w:r>
      <w:r w:rsidRPr="00125DA1">
        <w:t>mm</w:t>
      </w:r>
      <w:r>
        <w:t xml:space="preserve"> spojující </w:t>
      </w:r>
      <w:r w:rsidRPr="00125DA1">
        <w:t>dvojitou podlahu a prostor</w:t>
      </w:r>
      <w:r>
        <w:t xml:space="preserve"> nad </w:t>
      </w:r>
      <w:r w:rsidRPr="00125DA1">
        <w:t>podhled</w:t>
      </w:r>
      <w:r>
        <w:t>em</w:t>
      </w:r>
      <w:r w:rsidR="00A24182" w:rsidRPr="00A24182">
        <w:t xml:space="preserve"> </w:t>
      </w:r>
      <w:r w:rsidR="00A24182">
        <w:t>a v</w:t>
      </w:r>
      <w:r w:rsidR="004B7077">
        <w:t> </w:t>
      </w:r>
      <w:r w:rsidR="00A24182">
        <w:t>podlaze</w:t>
      </w:r>
      <w:r w:rsidR="004B7077">
        <w:t xml:space="preserve"> budou</w:t>
      </w:r>
      <w:r w:rsidR="00A24182">
        <w:t xml:space="preserve"> flexibilní chráničky o průměru 50 mm</w:t>
      </w:r>
      <w:r>
        <w:t>.</w:t>
      </w:r>
    </w:p>
    <w:p w14:paraId="35017539" w14:textId="11843F5E" w:rsidR="00376892" w:rsidRPr="00077C3D" w:rsidRDefault="00376892" w:rsidP="00077C3D">
      <w:pPr>
        <w:pStyle w:val="Nadpis1"/>
      </w:pPr>
      <w:bookmarkStart w:id="8" w:name="_Toc157696607"/>
      <w:r w:rsidRPr="00077C3D">
        <w:t>Režie 409</w:t>
      </w:r>
      <w:r w:rsidR="00077686" w:rsidRPr="00077C3D">
        <w:t xml:space="preserve"> </w:t>
      </w:r>
      <w:r w:rsidR="00077686">
        <w:t xml:space="preserve">(etapa </w:t>
      </w:r>
      <w:proofErr w:type="spellStart"/>
      <w:r w:rsidR="00077686">
        <w:t>II.b</w:t>
      </w:r>
      <w:proofErr w:type="spellEnd"/>
      <w:r w:rsidR="00077686">
        <w:t>)</w:t>
      </w:r>
      <w:bookmarkEnd w:id="8"/>
    </w:p>
    <w:p w14:paraId="03C33E91" w14:textId="0EF5B915" w:rsidR="00B06EE0" w:rsidRDefault="00A24182" w:rsidP="00077C3D">
      <w:pPr>
        <w:spacing w:before="120"/>
      </w:pPr>
      <w:r>
        <w:t xml:space="preserve">Většina kabeláže vede v rámci podlahy (flexibilní chráničky o průměru 50 mm), k dispozici budou </w:t>
      </w:r>
      <w:r w:rsidR="0037636B">
        <w:t xml:space="preserve">dále </w:t>
      </w:r>
      <w:r w:rsidR="00B06EE0">
        <w:t xml:space="preserve">dvě svislé kabelové trasy </w:t>
      </w:r>
      <w:r>
        <w:t>o průměru 100 mm.</w:t>
      </w:r>
    </w:p>
    <w:p w14:paraId="714CC8E1" w14:textId="631F8182" w:rsidR="00376892" w:rsidRDefault="00376892" w:rsidP="00376892">
      <w:pPr>
        <w:spacing w:before="0"/>
      </w:pPr>
      <w:r w:rsidRPr="00376892">
        <w:t xml:space="preserve">Veškeré přípojné body </w:t>
      </w:r>
      <w:r w:rsidR="00A24182">
        <w:t xml:space="preserve">budou svedeny </w:t>
      </w:r>
      <w:r w:rsidRPr="00376892">
        <w:t>k</w:t>
      </w:r>
      <w:r w:rsidR="00A24182">
        <w:t xml:space="preserve"> režijnímu </w:t>
      </w:r>
      <w:r w:rsidRPr="00376892">
        <w:t xml:space="preserve">stolu </w:t>
      </w:r>
      <w:r w:rsidR="00A24182">
        <w:t xml:space="preserve">do </w:t>
      </w:r>
      <w:r w:rsidRPr="00376892">
        <w:t xml:space="preserve">19“ </w:t>
      </w:r>
      <w:r w:rsidR="00A24182">
        <w:t>stojanu</w:t>
      </w:r>
      <w:r w:rsidR="004A6159">
        <w:t>, kde bude zakončena na přepojovacích panelech také kabeláž z navazujících prostor (223 a 316).</w:t>
      </w:r>
    </w:p>
    <w:p w14:paraId="42968D24" w14:textId="77777777" w:rsidR="00CE3169" w:rsidRDefault="00AE4023" w:rsidP="00AE4023">
      <w:pPr>
        <w:pStyle w:val="Nadpis1"/>
      </w:pPr>
      <w:bookmarkStart w:id="9" w:name="_Toc157696608"/>
      <w:r>
        <w:t>Závěr</w:t>
      </w:r>
      <w:bookmarkEnd w:id="9"/>
    </w:p>
    <w:p w14:paraId="45D6D51D" w14:textId="016AD7C7" w:rsidR="008E7CC4" w:rsidRDefault="00AE4023" w:rsidP="00AE4023">
      <w:r>
        <w:t>T</w:t>
      </w:r>
      <w:r w:rsidR="00457C7C">
        <w:t>en</w:t>
      </w:r>
      <w:r>
        <w:t xml:space="preserve">to </w:t>
      </w:r>
      <w:r w:rsidR="00457C7C">
        <w:t xml:space="preserve">popis návrhu kabelové infrastruktury pro rozhlasové technologie </w:t>
      </w:r>
      <w:r w:rsidR="005F2D79">
        <w:t xml:space="preserve">je součástí dokumentace </w:t>
      </w:r>
      <w:r w:rsidR="00457C7C">
        <w:t>pro provedení stavby ve 2. etapě rekonstrukce objektu, jejíž s</w:t>
      </w:r>
      <w:r w:rsidR="00891E4F">
        <w:t xml:space="preserve">oučástí je </w:t>
      </w:r>
      <w:r w:rsidR="00457C7C">
        <w:t xml:space="preserve">dále </w:t>
      </w:r>
      <w:r w:rsidR="00891E4F">
        <w:t>kabelová kniha</w:t>
      </w:r>
      <w:r w:rsidR="00A25CCF">
        <w:t>,</w:t>
      </w:r>
      <w:r w:rsidR="00891E4F">
        <w:t xml:space="preserve"> výkresy kabelových tras v půdorysech jednotlivých podlaží</w:t>
      </w:r>
      <w:r w:rsidR="00457C7C">
        <w:t xml:space="preserve"> a</w:t>
      </w:r>
      <w:r w:rsidR="00A25CCF">
        <w:t xml:space="preserve"> logické </w:t>
      </w:r>
      <w:r w:rsidR="00987B1E">
        <w:t>schéma</w:t>
      </w:r>
      <w:r w:rsidR="00A25CCF">
        <w:t xml:space="preserve"> prop</w:t>
      </w:r>
      <w:r w:rsidR="004F175A">
        <w:t>o</w:t>
      </w:r>
      <w:r w:rsidR="00A25CCF">
        <w:t>j</w:t>
      </w:r>
      <w:r w:rsidR="004F175A">
        <w:t>e</w:t>
      </w:r>
      <w:r w:rsidR="00A25CCF">
        <w:t xml:space="preserve">ní </w:t>
      </w:r>
      <w:r w:rsidR="004F175A">
        <w:t>jednotlivých prostor</w:t>
      </w:r>
      <w:r w:rsidR="00457C7C">
        <w:t>.</w:t>
      </w:r>
    </w:p>
    <w:sectPr w:rsidR="008E7CC4" w:rsidSect="00D63FEC">
      <w:pgSz w:w="11910" w:h="16840"/>
      <w:pgMar w:top="1843" w:right="1060" w:bottom="1843" w:left="1060" w:header="851" w:footer="106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74E9" w14:textId="77777777" w:rsidR="00D63FEC" w:rsidRDefault="00D63FEC">
      <w:r>
        <w:separator/>
      </w:r>
    </w:p>
  </w:endnote>
  <w:endnote w:type="continuationSeparator" w:id="0">
    <w:p w14:paraId="716A1EBC" w14:textId="77777777" w:rsidR="00D63FEC" w:rsidRDefault="00D6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  <w:embedRegular r:id="rId1" w:fontKey="{2E6B7A9C-B863-4052-92D2-6663DF599BBA}"/>
    <w:embedBold r:id="rId2" w:fontKey="{2D5D5441-C8E0-4A35-B3A7-EF0C87FD45F8}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  <w:embedRegular r:id="rId3" w:fontKey="{625AA445-0DBA-45FE-A527-01A84B8E7468}"/>
    <w:embedBold r:id="rId4" w:fontKey="{9EA87CE9-F8A9-466C-8901-6EBFBE203B2A}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5" w:subsetted="1" w:fontKey="{ABFBF38F-9E15-4694-A41C-4974D0A77367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  <w:embedRegular r:id="rId6" w:fontKey="{9E8C8DD8-51E7-43F1-ADBA-0B74303FA53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AE36" w14:textId="77777777" w:rsidR="00C72B95" w:rsidRDefault="00C0160B">
    <w:pPr>
      <w:pStyle w:val="Zkladntext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54A0E6F1" wp14:editId="3BC896B3">
              <wp:simplePos x="0" y="0"/>
              <wp:positionH relativeFrom="page">
                <wp:posOffset>6356350</wp:posOffset>
              </wp:positionH>
              <wp:positionV relativeFrom="page">
                <wp:posOffset>10026650</wp:posOffset>
              </wp:positionV>
              <wp:extent cx="543560" cy="160020"/>
              <wp:effectExtent l="0" t="0" r="8890" b="1143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E7CDB5" w14:textId="77777777" w:rsidR="00C72B95" w:rsidRPr="00485EB1" w:rsidRDefault="00C72B95" w:rsidP="00485EB1">
                          <w:pPr>
                            <w:pStyle w:val="zpat-text"/>
                          </w:pPr>
                          <w:r w:rsidRPr="00485EB1">
                            <w:t xml:space="preserve">strana </w:t>
                          </w:r>
                          <w:r w:rsidRPr="00485EB1">
                            <w:fldChar w:fldCharType="begin"/>
                          </w:r>
                          <w:r w:rsidRPr="00485EB1">
                            <w:instrText xml:space="preserve"> PAGE </w:instrText>
                          </w:r>
                          <w:r w:rsidRPr="00485EB1">
                            <w:fldChar w:fldCharType="separate"/>
                          </w:r>
                          <w:r w:rsidR="005C0CFA">
                            <w:rPr>
                              <w:noProof/>
                            </w:rPr>
                            <w:t>5</w:t>
                          </w:r>
                          <w:r w:rsidRPr="00485EB1">
                            <w:fldChar w:fldCharType="end"/>
                          </w:r>
                          <w:r w:rsidRPr="00485EB1">
                            <w:t>/</w:t>
                          </w:r>
                          <w:r w:rsidR="00885A46">
                            <w:rPr>
                              <w:noProof/>
                            </w:rPr>
                            <w:fldChar w:fldCharType="begin"/>
                          </w:r>
                          <w:r w:rsidR="00885A46">
                            <w:rPr>
                              <w:noProof/>
                            </w:rPr>
                            <w:instrText>NUMPAGES  \* Arabic  \* MERGEFORMAT</w:instrText>
                          </w:r>
                          <w:r w:rsidR="00885A46">
                            <w:rPr>
                              <w:noProof/>
                            </w:rPr>
                            <w:fldChar w:fldCharType="separate"/>
                          </w:r>
                          <w:r w:rsidR="005C0CFA">
                            <w:rPr>
                              <w:noProof/>
                            </w:rPr>
                            <w:t>5</w:t>
                          </w:r>
                          <w:r w:rsidR="00885A46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0E6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left:0;text-align:left;margin-left:500.5pt;margin-top:789.5pt;width:42.8pt;height:12.6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" filled="f" stroked="f">
              <v:textbox inset="0,0,0,0">
                <w:txbxContent>
                  <w:p w14:paraId="5FE7CDB5" w14:textId="77777777" w:rsidR="00C72B95" w:rsidRPr="00485EB1" w:rsidRDefault="00C72B95" w:rsidP="00485EB1">
                    <w:pPr>
                      <w:pStyle w:val="zpat-text"/>
                    </w:pPr>
                    <w:r w:rsidRPr="00485EB1">
                      <w:t xml:space="preserve">strana </w:t>
                    </w:r>
                    <w:r w:rsidRPr="00485EB1">
                      <w:fldChar w:fldCharType="begin"/>
                    </w:r>
                    <w:r w:rsidRPr="00485EB1">
                      <w:instrText xml:space="preserve"> PAGE </w:instrText>
                    </w:r>
                    <w:r w:rsidRPr="00485EB1">
                      <w:fldChar w:fldCharType="separate"/>
                    </w:r>
                    <w:r w:rsidR="005C0CFA">
                      <w:rPr>
                        <w:noProof/>
                      </w:rPr>
                      <w:t>5</w:t>
                    </w:r>
                    <w:r w:rsidRPr="00485EB1">
                      <w:fldChar w:fldCharType="end"/>
                    </w:r>
                    <w:r w:rsidRPr="00485EB1">
                      <w:t>/</w:t>
                    </w:r>
                    <w:r w:rsidR="00885A46">
                      <w:rPr>
                        <w:noProof/>
                      </w:rPr>
                      <w:fldChar w:fldCharType="begin"/>
                    </w:r>
                    <w:r w:rsidR="00885A46">
                      <w:rPr>
                        <w:noProof/>
                      </w:rPr>
                      <w:instrText>NUMPAGES  \* Arabic  \* MERGEFORMAT</w:instrText>
                    </w:r>
                    <w:r w:rsidR="00885A46">
                      <w:rPr>
                        <w:noProof/>
                      </w:rPr>
                      <w:fldChar w:fldCharType="separate"/>
                    </w:r>
                    <w:r w:rsidR="005C0CFA">
                      <w:rPr>
                        <w:noProof/>
                      </w:rPr>
                      <w:t>5</w:t>
                    </w:r>
                    <w:r w:rsidR="00885A46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F2714">
      <w:rPr>
        <w:noProof/>
        <w:lang w:bidi="ar-SA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194A2121" wp14:editId="4BE5A922">
              <wp:simplePos x="0" y="0"/>
              <wp:positionH relativeFrom="page">
                <wp:posOffset>539750</wp:posOffset>
              </wp:positionH>
              <wp:positionV relativeFrom="page">
                <wp:posOffset>10328910</wp:posOffset>
              </wp:positionV>
              <wp:extent cx="6480175" cy="0"/>
              <wp:effectExtent l="6350" t="13335" r="9525" b="571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A9FA6E" id="Line 4" o:spid="_x0000_s1026" style="position:absolute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813.3pt" to="552.75pt,8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" strokecolor="#4e5156" strokeweight=".5pt">
              <w10:wrap anchorx="page" anchory="page"/>
            </v:line>
          </w:pict>
        </mc:Fallback>
      </mc:AlternateContent>
    </w:r>
    <w:r w:rsidR="00C72B95">
      <w:rPr>
        <w:noProof/>
        <w:lang w:bidi="ar-SA"/>
      </w:rPr>
      <w:drawing>
        <wp:anchor distT="0" distB="0" distL="0" distR="0" simplePos="0" relativeHeight="251642368" behindDoc="1" locked="0" layoutInCell="1" allowOverlap="1" wp14:anchorId="44965564" wp14:editId="5656C793">
          <wp:simplePos x="0" y="0"/>
          <wp:positionH relativeFrom="page">
            <wp:posOffset>674997</wp:posOffset>
          </wp:positionH>
          <wp:positionV relativeFrom="page">
            <wp:posOffset>9980998</wp:posOffset>
          </wp:positionV>
          <wp:extent cx="501128" cy="216004"/>
          <wp:effectExtent l="0" t="0" r="0" b="0"/>
          <wp:wrapNone/>
          <wp:docPr id="450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9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1128" cy="2160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2714">
      <w:rPr>
        <w:noProof/>
        <w:lang w:bidi="ar-SA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A3341F8" wp14:editId="7B76B2B0">
              <wp:simplePos x="0" y="0"/>
              <wp:positionH relativeFrom="page">
                <wp:posOffset>539750</wp:posOffset>
              </wp:positionH>
              <wp:positionV relativeFrom="page">
                <wp:posOffset>9843135</wp:posOffset>
              </wp:positionV>
              <wp:extent cx="6480175" cy="0"/>
              <wp:effectExtent l="6350" t="13335" r="9525" b="571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77BD4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1B78A" id="Line 3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75.05pt" to="552.75pt,7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" strokecolor="#77bd43" strokeweight=".5pt">
              <w10:wrap anchorx="page" anchory="page"/>
            </v:line>
          </w:pict>
        </mc:Fallback>
      </mc:AlternateContent>
    </w:r>
    <w:r w:rsidR="006F2714">
      <w:rPr>
        <w:noProof/>
        <w:lang w:bidi="ar-SA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3B203D9" wp14:editId="2F4A63B1">
              <wp:simplePos x="0" y="0"/>
              <wp:positionH relativeFrom="page">
                <wp:posOffset>1311910</wp:posOffset>
              </wp:positionH>
              <wp:positionV relativeFrom="page">
                <wp:posOffset>10023475</wp:posOffset>
              </wp:positionV>
              <wp:extent cx="3301365" cy="160020"/>
              <wp:effectExtent l="0" t="317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136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7400C" w14:textId="77777777" w:rsidR="00C72B95" w:rsidRDefault="00C72B95" w:rsidP="00485EB1">
                          <w:pPr>
                            <w:pStyle w:val="zpat-text"/>
                          </w:pPr>
                          <w:r>
                            <w:t>AVT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Group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a.s.</w:t>
                          </w:r>
                          <w:r>
                            <w:tab/>
                            <w:t>V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Lomech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2376/10a</w:t>
                          </w:r>
                          <w:r>
                            <w:tab/>
                            <w:t>149 00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t>Praha</w:t>
                          </w:r>
                          <w:r>
                            <w:rPr>
                              <w:spacing w:val="3"/>
                            </w:rPr>
                            <w:t xml:space="preserve"> </w:t>
                          </w:r>
                          <w:r>
                            <w:t>4</w:t>
                          </w:r>
                          <w:r>
                            <w:tab/>
                          </w:r>
                          <w:hyperlink r:id="rId2">
                            <w:r>
                              <w:rPr>
                                <w:color w:val="77BD43"/>
                              </w:rPr>
                              <w:t>www.avtg.cz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203D9" id="Text Box 2" o:spid="_x0000_s1030" type="#_x0000_t202" style="position:absolute;left:0;text-align:left;margin-left:103.3pt;margin-top:789.25pt;width:259.95pt;height:12.6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" filled="f" stroked="f">
              <v:textbox inset="0,0,0,0">
                <w:txbxContent>
                  <w:p w14:paraId="4A37400C" w14:textId="77777777" w:rsidR="00C72B95" w:rsidRDefault="00C72B95" w:rsidP="00485EB1">
                    <w:pPr>
                      <w:pStyle w:val="zpat-text"/>
                    </w:pPr>
                    <w:r>
                      <w:t>AVT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Group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a.s.</w:t>
                    </w:r>
                    <w:r>
                      <w:tab/>
                      <w:t>V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Lomech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2376/10a</w:t>
                    </w:r>
                    <w:r>
                      <w:tab/>
                      <w:t>149 00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t>Praha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t>4</w:t>
                    </w:r>
                    <w:r>
                      <w:tab/>
                    </w:r>
                    <w:hyperlink r:id="rId3">
                      <w:r>
                        <w:rPr>
                          <w:color w:val="77BD43"/>
                        </w:rPr>
                        <w:t>www.avtg.cz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0D87" w14:textId="77777777" w:rsidR="00255528" w:rsidRDefault="00255528" w:rsidP="00255528">
    <w:pPr>
      <w:pStyle w:val="Zkladntext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7664" behindDoc="1" locked="0" layoutInCell="1" allowOverlap="1" wp14:anchorId="63C41E7A" wp14:editId="75D22155">
              <wp:simplePos x="0" y="0"/>
              <wp:positionH relativeFrom="page">
                <wp:posOffset>539750</wp:posOffset>
              </wp:positionH>
              <wp:positionV relativeFrom="page">
                <wp:posOffset>10328910</wp:posOffset>
              </wp:positionV>
              <wp:extent cx="6480175" cy="0"/>
              <wp:effectExtent l="6350" t="13335" r="9525" b="5715"/>
              <wp:wrapNone/>
              <wp:docPr id="467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FF938" id="Line 4" o:spid="_x0000_s1026" style="position:absolute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813.3pt" to="552.75pt,8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" strokecolor="#4e5156" strokeweight=".5pt">
              <w10:wrap anchorx="page" anchory="page"/>
            </v:line>
          </w:pict>
        </mc:Fallback>
      </mc:AlternateContent>
    </w:r>
    <w:r>
      <w:rPr>
        <w:noProof/>
        <w:lang w:bidi="ar-SA"/>
      </w:rPr>
      <w:drawing>
        <wp:anchor distT="0" distB="0" distL="0" distR="0" simplePos="0" relativeHeight="251696640" behindDoc="1" locked="0" layoutInCell="1" allowOverlap="1" wp14:anchorId="1955B31E" wp14:editId="07C5357B">
          <wp:simplePos x="0" y="0"/>
          <wp:positionH relativeFrom="page">
            <wp:posOffset>674997</wp:posOffset>
          </wp:positionH>
          <wp:positionV relativeFrom="page">
            <wp:posOffset>9980998</wp:posOffset>
          </wp:positionV>
          <wp:extent cx="501128" cy="216004"/>
          <wp:effectExtent l="0" t="0" r="0" b="0"/>
          <wp:wrapNone/>
          <wp:docPr id="466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9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1128" cy="2160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8688" behindDoc="1" locked="0" layoutInCell="1" allowOverlap="1" wp14:anchorId="33A17046" wp14:editId="535CF6EF">
              <wp:simplePos x="0" y="0"/>
              <wp:positionH relativeFrom="page">
                <wp:posOffset>539750</wp:posOffset>
              </wp:positionH>
              <wp:positionV relativeFrom="page">
                <wp:posOffset>9843135</wp:posOffset>
              </wp:positionV>
              <wp:extent cx="6480175" cy="0"/>
              <wp:effectExtent l="6350" t="13335" r="9525" b="5715"/>
              <wp:wrapNone/>
              <wp:docPr id="46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77BD4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3927E" id="Line 3" o:spid="_x0000_s1026" style="position:absolute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75.05pt" to="552.75pt,7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" strokecolor="#77bd43" strokeweight=".5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9712" behindDoc="1" locked="0" layoutInCell="1" allowOverlap="1" wp14:anchorId="307A0FEF" wp14:editId="55C206E2">
              <wp:simplePos x="0" y="0"/>
              <wp:positionH relativeFrom="page">
                <wp:posOffset>1311910</wp:posOffset>
              </wp:positionH>
              <wp:positionV relativeFrom="page">
                <wp:posOffset>10023475</wp:posOffset>
              </wp:positionV>
              <wp:extent cx="3301365" cy="160020"/>
              <wp:effectExtent l="0" t="3175" r="0" b="0"/>
              <wp:wrapNone/>
              <wp:docPr id="46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136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7B4CF" w14:textId="77777777" w:rsidR="00255528" w:rsidRDefault="00255528" w:rsidP="00255528">
                          <w:pPr>
                            <w:pStyle w:val="zpat-text"/>
                          </w:pPr>
                          <w:r>
                            <w:t>AVT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Group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a.s.</w:t>
                          </w:r>
                          <w:r>
                            <w:tab/>
                            <w:t>V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Lomech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2376/10a</w:t>
                          </w:r>
                          <w:r>
                            <w:tab/>
                            <w:t>149 00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t>Praha</w:t>
                          </w:r>
                          <w:r>
                            <w:rPr>
                              <w:spacing w:val="3"/>
                            </w:rPr>
                            <w:t xml:space="preserve"> </w:t>
                          </w:r>
                          <w:r>
                            <w:t>4</w:t>
                          </w:r>
                          <w:r>
                            <w:tab/>
                          </w:r>
                          <w:hyperlink r:id="rId2">
                            <w:r>
                              <w:rPr>
                                <w:color w:val="77BD43"/>
                              </w:rPr>
                              <w:t>www.avtg.cz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A0FEF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103.3pt;margin-top:789.25pt;width:259.95pt;height:12.6pt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" filled="f" stroked="f">
              <v:textbox inset="0,0,0,0">
                <w:txbxContent>
                  <w:p w14:paraId="08B7B4CF" w14:textId="77777777" w:rsidR="00255528" w:rsidRDefault="00255528" w:rsidP="00255528">
                    <w:pPr>
                      <w:pStyle w:val="zpat-text"/>
                    </w:pPr>
                    <w:r>
                      <w:t>AVT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Group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a.s.</w:t>
                    </w:r>
                    <w:r>
                      <w:tab/>
                      <w:t>V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Lomech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2376/10a</w:t>
                    </w:r>
                    <w:r>
                      <w:tab/>
                      <w:t>149 00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t>Praha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t>4</w:t>
                    </w:r>
                    <w:r>
                      <w:tab/>
                    </w:r>
                    <w:hyperlink r:id="rId3">
                      <w:r>
                        <w:rPr>
                          <w:color w:val="77BD43"/>
                        </w:rPr>
                        <w:t>www.avtg.cz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  <w:p w14:paraId="5F4AC903" w14:textId="77777777" w:rsidR="002355EF" w:rsidRPr="00255528" w:rsidRDefault="002355EF" w:rsidP="002555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30F91" w14:textId="77777777" w:rsidR="00D63FEC" w:rsidRDefault="00D63FEC">
      <w:r>
        <w:separator/>
      </w:r>
    </w:p>
  </w:footnote>
  <w:footnote w:type="continuationSeparator" w:id="0">
    <w:p w14:paraId="0D9EA132" w14:textId="77777777" w:rsidR="00D63FEC" w:rsidRDefault="00D6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5813" w14:textId="77777777" w:rsidR="00C72B95" w:rsidRDefault="000E5F98">
    <w:pPr>
      <w:pStyle w:val="Zkladntext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166173D6" wp14:editId="33A5A339">
              <wp:simplePos x="0" y="0"/>
              <wp:positionH relativeFrom="page">
                <wp:posOffset>666749</wp:posOffset>
              </wp:positionH>
              <wp:positionV relativeFrom="page">
                <wp:posOffset>609600</wp:posOffset>
              </wp:positionV>
              <wp:extent cx="6229985" cy="247650"/>
              <wp:effectExtent l="0" t="0" r="1841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985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54CF6E" w14:textId="73BC6271" w:rsidR="00C72B95" w:rsidRPr="00D87077" w:rsidRDefault="00E36747">
                          <w:pPr>
                            <w:spacing w:before="20"/>
                            <w:ind w:left="20"/>
                            <w:rPr>
                              <w:rFonts w:ascii="Roboto Medium" w:hAnsi="Roboto Medium"/>
                              <w:sz w:val="18"/>
                            </w:rPr>
                          </w:pPr>
                          <w:r>
                            <w:rPr>
                              <w:rFonts w:ascii="Roboto Medium" w:hAnsi="Roboto Medium"/>
                              <w:color w:val="77BD43"/>
                              <w:sz w:val="18"/>
                            </w:rPr>
                            <w:t>Technická zpráva</w:t>
                          </w:r>
                          <w:r w:rsidR="000E5F98">
                            <w:rPr>
                              <w:rFonts w:ascii="Roboto Medium" w:hAnsi="Roboto Medium"/>
                              <w:color w:val="77BD43"/>
                              <w:sz w:val="18"/>
                            </w:rPr>
                            <w:t xml:space="preserve">: </w:t>
                          </w:r>
                          <w:r w:rsidR="00BC58FA">
                            <w:rPr>
                              <w:rFonts w:ascii="Roboto Medium" w:hAnsi="Roboto Medium"/>
                              <w:sz w:val="18"/>
                            </w:rPr>
                            <w:t>ČRo</w:t>
                          </w:r>
                          <w:r w:rsidR="000E5F98" w:rsidRPr="00D87077">
                            <w:rPr>
                              <w:rFonts w:ascii="Roboto Medium" w:hAnsi="Roboto Medium"/>
                              <w:sz w:val="18"/>
                            </w:rPr>
                            <w:t xml:space="preserve"> </w:t>
                          </w:r>
                          <w:r w:rsidR="00BC58FA">
                            <w:rPr>
                              <w:rFonts w:ascii="Roboto Medium" w:hAnsi="Roboto Medium"/>
                              <w:sz w:val="18"/>
                            </w:rPr>
                            <w:t xml:space="preserve">Olomouc </w:t>
                          </w:r>
                          <w:r w:rsidR="000E5F98" w:rsidRPr="00D87077">
                            <w:rPr>
                              <w:rFonts w:ascii="Roboto Medium" w:hAnsi="Roboto Medium"/>
                              <w:sz w:val="18"/>
                            </w:rPr>
                            <w:t xml:space="preserve">/ </w:t>
                          </w:r>
                          <w:r w:rsidR="000F39CD">
                            <w:rPr>
                              <w:rFonts w:ascii="Roboto Medium" w:hAnsi="Roboto Medium"/>
                              <w:sz w:val="18"/>
                            </w:rPr>
                            <w:t xml:space="preserve">Rozhlasové technologie </w:t>
                          </w:r>
                          <w:r w:rsidR="006E5250">
                            <w:rPr>
                              <w:rFonts w:ascii="Roboto Medium" w:hAnsi="Roboto Medium"/>
                              <w:sz w:val="18"/>
                            </w:rPr>
                            <w:t>–</w:t>
                          </w:r>
                          <w:r w:rsidR="000F39CD">
                            <w:rPr>
                              <w:rFonts w:ascii="Roboto Medium" w:hAnsi="Roboto Medium"/>
                              <w:sz w:val="18"/>
                            </w:rPr>
                            <w:t xml:space="preserve"> </w:t>
                          </w:r>
                          <w:r w:rsidR="000F39CD" w:rsidRPr="000F39CD">
                            <w:rPr>
                              <w:rFonts w:ascii="Roboto Medium" w:hAnsi="Roboto Medium"/>
                              <w:sz w:val="18"/>
                            </w:rPr>
                            <w:t>infrastruktura</w:t>
                          </w:r>
                          <w:r w:rsidR="006E5250">
                            <w:rPr>
                              <w:rFonts w:ascii="Roboto Medium" w:hAnsi="Roboto Medium"/>
                              <w:sz w:val="18"/>
                            </w:rPr>
                            <w:t xml:space="preserve"> – 2. etapa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173D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52.5pt;margin-top:48pt;width:490.55pt;height:19.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" filled="f" stroked="f">
              <v:textbox inset="0,0,0,0">
                <w:txbxContent>
                  <w:p w14:paraId="0854CF6E" w14:textId="73BC6271" w:rsidR="00C72B95" w:rsidRPr="00D87077" w:rsidRDefault="00E36747">
                    <w:pPr>
                      <w:spacing w:before="20"/>
                      <w:ind w:left="20"/>
                      <w:rPr>
                        <w:rFonts w:ascii="Roboto Medium" w:hAnsi="Roboto Medium"/>
                        <w:sz w:val="18"/>
                      </w:rPr>
                    </w:pPr>
                    <w:r>
                      <w:rPr>
                        <w:rFonts w:ascii="Roboto Medium" w:hAnsi="Roboto Medium"/>
                        <w:color w:val="77BD43"/>
                        <w:sz w:val="18"/>
                      </w:rPr>
                      <w:t>Technická zpráva</w:t>
                    </w:r>
                    <w:r w:rsidR="000E5F98">
                      <w:rPr>
                        <w:rFonts w:ascii="Roboto Medium" w:hAnsi="Roboto Medium"/>
                        <w:color w:val="77BD43"/>
                        <w:sz w:val="18"/>
                      </w:rPr>
                      <w:t xml:space="preserve">: </w:t>
                    </w:r>
                    <w:r w:rsidR="00BC58FA">
                      <w:rPr>
                        <w:rFonts w:ascii="Roboto Medium" w:hAnsi="Roboto Medium"/>
                        <w:sz w:val="18"/>
                      </w:rPr>
                      <w:t>ČRo</w:t>
                    </w:r>
                    <w:r w:rsidR="000E5F98" w:rsidRPr="00D87077">
                      <w:rPr>
                        <w:rFonts w:ascii="Roboto Medium" w:hAnsi="Roboto Medium"/>
                        <w:sz w:val="18"/>
                      </w:rPr>
                      <w:t xml:space="preserve"> </w:t>
                    </w:r>
                    <w:r w:rsidR="00BC58FA">
                      <w:rPr>
                        <w:rFonts w:ascii="Roboto Medium" w:hAnsi="Roboto Medium"/>
                        <w:sz w:val="18"/>
                      </w:rPr>
                      <w:t xml:space="preserve">Olomouc </w:t>
                    </w:r>
                    <w:r w:rsidR="000E5F98" w:rsidRPr="00D87077">
                      <w:rPr>
                        <w:rFonts w:ascii="Roboto Medium" w:hAnsi="Roboto Medium"/>
                        <w:sz w:val="18"/>
                      </w:rPr>
                      <w:t xml:space="preserve">/ </w:t>
                    </w:r>
                    <w:r w:rsidR="000F39CD">
                      <w:rPr>
                        <w:rFonts w:ascii="Roboto Medium" w:hAnsi="Roboto Medium"/>
                        <w:sz w:val="18"/>
                      </w:rPr>
                      <w:t xml:space="preserve">Rozhlasové technologie </w:t>
                    </w:r>
                    <w:r w:rsidR="006E5250">
                      <w:rPr>
                        <w:rFonts w:ascii="Roboto Medium" w:hAnsi="Roboto Medium"/>
                        <w:sz w:val="18"/>
                      </w:rPr>
                      <w:t>–</w:t>
                    </w:r>
                    <w:r w:rsidR="000F39CD">
                      <w:rPr>
                        <w:rFonts w:ascii="Roboto Medium" w:hAnsi="Roboto Medium"/>
                        <w:sz w:val="18"/>
                      </w:rPr>
                      <w:t xml:space="preserve"> </w:t>
                    </w:r>
                    <w:r w:rsidR="000F39CD" w:rsidRPr="000F39CD">
                      <w:rPr>
                        <w:rFonts w:ascii="Roboto Medium" w:hAnsi="Roboto Medium"/>
                        <w:sz w:val="18"/>
                      </w:rPr>
                      <w:t>infrastruktura</w:t>
                    </w:r>
                    <w:r w:rsidR="006E5250">
                      <w:rPr>
                        <w:rFonts w:ascii="Roboto Medium" w:hAnsi="Roboto Medium"/>
                        <w:sz w:val="18"/>
                      </w:rPr>
                      <w:t xml:space="preserve"> – 2. etapa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F2714">
      <w:rPr>
        <w:noProof/>
        <w:lang w:bidi="ar-SA"/>
      </w:rPr>
      <mc:AlternateContent>
        <mc:Choice Requires="wps">
          <w:drawing>
            <wp:anchor distT="0" distB="0" distL="114300" distR="114300" simplePos="0" relativeHeight="251643392" behindDoc="1" locked="0" layoutInCell="1" allowOverlap="1" wp14:anchorId="74738A4F" wp14:editId="0F8DF948">
              <wp:simplePos x="0" y="0"/>
              <wp:positionH relativeFrom="page">
                <wp:posOffset>539750</wp:posOffset>
              </wp:positionH>
              <wp:positionV relativeFrom="page">
                <wp:posOffset>542925</wp:posOffset>
              </wp:positionV>
              <wp:extent cx="6480175" cy="0"/>
              <wp:effectExtent l="6350" t="9525" r="9525" b="952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C3A393" id="Line 6" o:spid="_x0000_s1026" style="position:absolute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42.75pt" to="552.7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" strokecolor="#4e5156" strokeweight=".5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40B9" w14:textId="77777777" w:rsidR="00EE153E" w:rsidRDefault="00EE153E" w:rsidP="00EE153E">
    <w:pPr>
      <w:pStyle w:val="Zkladntext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2544" behindDoc="1" locked="0" layoutInCell="1" allowOverlap="1" wp14:anchorId="53DF3832" wp14:editId="357BA72A">
              <wp:simplePos x="0" y="0"/>
              <wp:positionH relativeFrom="page">
                <wp:posOffset>4319270</wp:posOffset>
              </wp:positionH>
              <wp:positionV relativeFrom="page">
                <wp:posOffset>1400810</wp:posOffset>
              </wp:positionV>
              <wp:extent cx="789305" cy="160020"/>
              <wp:effectExtent l="4445" t="635" r="0" b="1270"/>
              <wp:wrapNone/>
              <wp:docPr id="135" name="Textové pole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930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841D07" w14:textId="77777777" w:rsidR="00EE153E" w:rsidRPr="005054C3" w:rsidRDefault="00EE153E" w:rsidP="00820880">
                          <w:pPr>
                            <w:pStyle w:val="Zkladntext"/>
                            <w:spacing w:line="240" w:lineRule="auto"/>
                            <w:ind w:left="23"/>
                            <w:rPr>
                              <w:color w:val="77BD43"/>
                              <w:spacing w:val="18"/>
                            </w:rPr>
                          </w:pPr>
                          <w:r w:rsidRPr="005054C3">
                            <w:rPr>
                              <w:color w:val="77BD43"/>
                              <w:spacing w:val="18"/>
                            </w:rPr>
                            <w:t>KONZULTACE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F3832" id="_x0000_t202" coordsize="21600,21600" o:spt="202" path="m,l,21600r21600,l21600,xe">
              <v:stroke joinstyle="miter"/>
              <v:path gradientshapeok="t" o:connecttype="rect"/>
            </v:shapetype>
            <v:shape id="Textové pole 135" o:spid="_x0000_s1031" type="#_x0000_t202" style="position:absolute;left:0;text-align:left;margin-left:340.1pt;margin-top:110.3pt;width:62.15pt;height:12.6pt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" filled="f" stroked="f">
              <v:textbox inset="0,0,0,0">
                <w:txbxContent>
                  <w:p w14:paraId="69841D07" w14:textId="77777777" w:rsidR="00EE153E" w:rsidRPr="005054C3" w:rsidRDefault="00EE153E" w:rsidP="00820880">
                    <w:pPr>
                      <w:pStyle w:val="Zkladntext"/>
                      <w:spacing w:line="240" w:lineRule="auto"/>
                      <w:ind w:left="23"/>
                      <w:rPr>
                        <w:color w:val="77BD43"/>
                        <w:spacing w:val="18"/>
                      </w:rPr>
                    </w:pPr>
                    <w:r w:rsidRPr="005054C3">
                      <w:rPr>
                        <w:color w:val="77BD43"/>
                        <w:spacing w:val="18"/>
                      </w:rPr>
                      <w:t>KONZULTACE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82304" behindDoc="1" locked="0" layoutInCell="1" allowOverlap="1" wp14:anchorId="63C8B74B" wp14:editId="262CAB90">
              <wp:simplePos x="0" y="0"/>
              <wp:positionH relativeFrom="page">
                <wp:posOffset>539750</wp:posOffset>
              </wp:positionH>
              <wp:positionV relativeFrom="page">
                <wp:posOffset>542925</wp:posOffset>
              </wp:positionV>
              <wp:extent cx="6480175" cy="0"/>
              <wp:effectExtent l="6350" t="9525" r="9525" b="9525"/>
              <wp:wrapNone/>
              <wp:docPr id="134" name="Přímá spojnice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14594" id="Přímá spojnice 134" o:spid="_x0000_s1026" style="position:absolute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42.75pt" to="552.7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" strokecolor="#4e5156" strokeweight=".5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83328" behindDoc="1" locked="0" layoutInCell="1" allowOverlap="1" wp14:anchorId="1ABE7BB2" wp14:editId="189C20FA">
              <wp:simplePos x="0" y="0"/>
              <wp:positionH relativeFrom="page">
                <wp:posOffset>6032500</wp:posOffset>
              </wp:positionH>
              <wp:positionV relativeFrom="page">
                <wp:posOffset>874395</wp:posOffset>
              </wp:positionV>
              <wp:extent cx="320675" cy="286385"/>
              <wp:effectExtent l="3175" t="0" r="0" b="1270"/>
              <wp:wrapNone/>
              <wp:docPr id="131" name="Skupina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0675" cy="286385"/>
                        <a:chOff x="9500" y="1377"/>
                        <a:chExt cx="505" cy="451"/>
                      </a:xfrm>
                    </wpg:grpSpPr>
                    <wps:wsp>
                      <wps:cNvPr id="132" name="Freeform 36"/>
                      <wps:cNvSpPr>
                        <a:spLocks/>
                      </wps:cNvSpPr>
                      <wps:spPr bwMode="auto">
                        <a:xfrm>
                          <a:off x="9500" y="1627"/>
                          <a:ext cx="505" cy="201"/>
                        </a:xfrm>
                        <a:custGeom>
                          <a:avLst/>
                          <a:gdLst>
                            <a:gd name="T0" fmla="+- 0 9692 9500"/>
                            <a:gd name="T1" fmla="*/ T0 w 505"/>
                            <a:gd name="T2" fmla="+- 0 1627 1627"/>
                            <a:gd name="T3" fmla="*/ 1627 h 201"/>
                            <a:gd name="T4" fmla="+- 0 9500 9500"/>
                            <a:gd name="T5" fmla="*/ T4 w 505"/>
                            <a:gd name="T6" fmla="+- 0 1827 1627"/>
                            <a:gd name="T7" fmla="*/ 1827 h 201"/>
                            <a:gd name="T8" fmla="+- 0 10004 9500"/>
                            <a:gd name="T9" fmla="*/ T8 w 505"/>
                            <a:gd name="T10" fmla="+- 0 1827 1627"/>
                            <a:gd name="T11" fmla="*/ 1827 h 201"/>
                            <a:gd name="T12" fmla="+- 0 10004 9500"/>
                            <a:gd name="T13" fmla="*/ T12 w 505"/>
                            <a:gd name="T14" fmla="+- 0 1777 1627"/>
                            <a:gd name="T15" fmla="*/ 1777 h 201"/>
                            <a:gd name="T16" fmla="+- 0 9931 9500"/>
                            <a:gd name="T17" fmla="*/ T16 w 505"/>
                            <a:gd name="T18" fmla="+- 0 1771 1627"/>
                            <a:gd name="T19" fmla="*/ 1771 h 201"/>
                            <a:gd name="T20" fmla="+- 0 9861 9500"/>
                            <a:gd name="T21" fmla="*/ T20 w 505"/>
                            <a:gd name="T22" fmla="+- 0 1751 1627"/>
                            <a:gd name="T23" fmla="*/ 1751 h 201"/>
                            <a:gd name="T24" fmla="+- 0 9797 9500"/>
                            <a:gd name="T25" fmla="*/ T24 w 505"/>
                            <a:gd name="T26" fmla="+- 0 1720 1627"/>
                            <a:gd name="T27" fmla="*/ 1720 h 201"/>
                            <a:gd name="T28" fmla="+- 0 9741 9500"/>
                            <a:gd name="T29" fmla="*/ T28 w 505"/>
                            <a:gd name="T30" fmla="+- 0 1678 1627"/>
                            <a:gd name="T31" fmla="*/ 1678 h 201"/>
                            <a:gd name="T32" fmla="+- 0 9692 9500"/>
                            <a:gd name="T33" fmla="*/ T32 w 505"/>
                            <a:gd name="T34" fmla="+- 0 1627 1627"/>
                            <a:gd name="T35" fmla="*/ 1627 h 2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505" h="201">
                              <a:moveTo>
                                <a:pt x="192" y="0"/>
                              </a:moveTo>
                              <a:lnTo>
                                <a:pt x="0" y="200"/>
                              </a:lnTo>
                              <a:lnTo>
                                <a:pt x="504" y="200"/>
                              </a:lnTo>
                              <a:lnTo>
                                <a:pt x="504" y="150"/>
                              </a:lnTo>
                              <a:lnTo>
                                <a:pt x="431" y="144"/>
                              </a:lnTo>
                              <a:lnTo>
                                <a:pt x="361" y="124"/>
                              </a:lnTo>
                              <a:lnTo>
                                <a:pt x="297" y="93"/>
                              </a:lnTo>
                              <a:lnTo>
                                <a:pt x="241" y="51"/>
                              </a:lnTo>
                              <a:lnTo>
                                <a:pt x="1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71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3" name="Picture 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17" y="1376"/>
                          <a:ext cx="288" cy="36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C8953F" id="Skupina 131" o:spid="_x0000_s1026" style="position:absolute;margin-left:475pt;margin-top:68.85pt;width:25.25pt;height:22.55pt;z-index:-251633152;mso-position-horizontal-relative:page;mso-position-vertical-relative:page" coordorigin="9500,1377" coordsize="505,4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">
              <v:shape id="Freeform 36" o:spid="_x0000_s1027" style="position:absolute;left:9500;top:1627;width:505;height:201;visibility:visible;mso-wrap-style:square;v-text-anchor:top" coordsize="505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ffLcMA&#10;AADcAAAADwAAAGRycy9kb3ducmV2LnhtbERPS2sCMRC+F/wPYQq9iCYqLbIaRaSFtidfF2/jZvZB&#10;N5MlSd1tf30jCL3Nx/ec5bq3jbiSD7VjDZOxAkGcO1NzqeF0fBvNQYSIbLBxTBp+KMB6NXhYYmZc&#10;x3u6HmIpUgiHDDVUMbaZlCGvyGIYu5Y4cYXzFmOCvpTGY5fCbSOnSr1IizWnhgpb2laUfx2+rYbi&#10;vP94LWrVzJ5/h3P16bvh7rLT+umx3yxAROrjv/jufjdp/mwKt2fS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ffLcMAAADcAAAADwAAAAAAAAAAAAAAAACYAgAAZHJzL2Rv&#10;d25yZXYueG1sUEsFBgAAAAAEAAQA9QAAAIgDAAAAAA==&#10;" path="m192,l,200r504,l504,150r-73,-6l361,124,297,93,241,51,192,xe" fillcolor="#6d7175" stroked="f">
                <v:path arrowok="t" o:connecttype="custom" o:connectlocs="192,1627;0,1827;504,1827;504,1777;431,1771;361,1751;297,1720;241,1678;192,1627" o:connectangles="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28" type="#_x0000_t75" style="position:absolute;left:9717;top:1376;width:288;height: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XMdzCAAAA3AAAAA8AAABkcnMvZG93bnJldi54bWxET01rwkAQvRf8D8sIvRTdNIGiqatoodhr&#10;1Yu3aXbMBrOzSXYT4793C4Xe5vE+Z7UZbS0G6nzlWMHrPAFBXDhdcangdPycLUD4gKyxdkwK7uRh&#10;s548rTDX7sbfNBxCKWII+xwVmBCaXEpfGLLo564hjtzFdRZDhF0pdYe3GG5rmSbJm7RYcWww2NCH&#10;oeJ66K2CZX96cftze76nxma7JmnpZ4lKPU/H7TuIQGP4F/+5v3Scn2Xw+0y8QK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1zHcwgAAANwAAAAPAAAAAAAAAAAAAAAAAJ8C&#10;AABkcnMvZG93bnJldi54bWxQSwUGAAAAAAQABAD3AAAAjgMA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84352" behindDoc="1" locked="0" layoutInCell="1" allowOverlap="1" wp14:anchorId="38A9CAF9" wp14:editId="64DC761E">
              <wp:simplePos x="0" y="0"/>
              <wp:positionH relativeFrom="page">
                <wp:posOffset>6375400</wp:posOffset>
              </wp:positionH>
              <wp:positionV relativeFrom="page">
                <wp:posOffset>874395</wp:posOffset>
              </wp:positionV>
              <wp:extent cx="320675" cy="286385"/>
              <wp:effectExtent l="3175" t="7620" r="0" b="1270"/>
              <wp:wrapNone/>
              <wp:docPr id="127" name="Skupina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0675" cy="286385"/>
                        <a:chOff x="10040" y="1377"/>
                        <a:chExt cx="505" cy="451"/>
                      </a:xfrm>
                    </wpg:grpSpPr>
                    <wps:wsp>
                      <wps:cNvPr id="128" name="Freeform 39"/>
                      <wps:cNvSpPr>
                        <a:spLocks/>
                      </wps:cNvSpPr>
                      <wps:spPr bwMode="auto">
                        <a:xfrm>
                          <a:off x="10040" y="1376"/>
                          <a:ext cx="145" cy="451"/>
                        </a:xfrm>
                        <a:custGeom>
                          <a:avLst/>
                          <a:gdLst>
                            <a:gd name="T0" fmla="+- 0 10185 10040"/>
                            <a:gd name="T1" fmla="*/ T0 w 145"/>
                            <a:gd name="T2" fmla="+- 0 1377 1377"/>
                            <a:gd name="T3" fmla="*/ 1377 h 451"/>
                            <a:gd name="T4" fmla="+- 0 10040 10040"/>
                            <a:gd name="T5" fmla="*/ T4 w 145"/>
                            <a:gd name="T6" fmla="+- 0 1377 1377"/>
                            <a:gd name="T7" fmla="*/ 1377 h 451"/>
                            <a:gd name="T8" fmla="+- 0 10040 10040"/>
                            <a:gd name="T9" fmla="*/ T8 w 145"/>
                            <a:gd name="T10" fmla="+- 0 1827 1377"/>
                            <a:gd name="T11" fmla="*/ 1827 h 451"/>
                            <a:gd name="T12" fmla="+- 0 10185 10040"/>
                            <a:gd name="T13" fmla="*/ T12 w 145"/>
                            <a:gd name="T14" fmla="+- 0 1377 1377"/>
                            <a:gd name="T15" fmla="*/ 1377 h 4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45" h="451">
                              <a:moveTo>
                                <a:pt x="145" y="0"/>
                              </a:moveTo>
                              <a:lnTo>
                                <a:pt x="0" y="0"/>
                              </a:lnTo>
                              <a:lnTo>
                                <a:pt x="0" y="450"/>
                              </a:lnTo>
                              <a:lnTo>
                                <a:pt x="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7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40"/>
                      <wps:cNvSpPr>
                        <a:spLocks/>
                      </wps:cNvSpPr>
                      <wps:spPr bwMode="auto">
                        <a:xfrm>
                          <a:off x="10076" y="1376"/>
                          <a:ext cx="289" cy="451"/>
                        </a:xfrm>
                        <a:custGeom>
                          <a:avLst/>
                          <a:gdLst>
                            <a:gd name="T0" fmla="+- 0 10365 10076"/>
                            <a:gd name="T1" fmla="*/ T0 w 289"/>
                            <a:gd name="T2" fmla="+- 0 1377 1377"/>
                            <a:gd name="T3" fmla="*/ 1377 h 451"/>
                            <a:gd name="T4" fmla="+- 0 10221 10076"/>
                            <a:gd name="T5" fmla="*/ T4 w 289"/>
                            <a:gd name="T6" fmla="+- 0 1377 1377"/>
                            <a:gd name="T7" fmla="*/ 1377 h 451"/>
                            <a:gd name="T8" fmla="+- 0 10076 10076"/>
                            <a:gd name="T9" fmla="*/ T8 w 289"/>
                            <a:gd name="T10" fmla="+- 0 1827 1377"/>
                            <a:gd name="T11" fmla="*/ 1827 h 451"/>
                            <a:gd name="T12" fmla="+- 0 10365 10076"/>
                            <a:gd name="T13" fmla="*/ T12 w 289"/>
                            <a:gd name="T14" fmla="+- 0 1377 1377"/>
                            <a:gd name="T15" fmla="*/ 1377 h 4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89" h="451">
                              <a:moveTo>
                                <a:pt x="289" y="0"/>
                              </a:moveTo>
                              <a:lnTo>
                                <a:pt x="145" y="0"/>
                              </a:lnTo>
                              <a:lnTo>
                                <a:pt x="0" y="450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7BD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41"/>
                      <wps:cNvSpPr>
                        <a:spLocks/>
                      </wps:cNvSpPr>
                      <wps:spPr bwMode="auto">
                        <a:xfrm>
                          <a:off x="10112" y="1376"/>
                          <a:ext cx="433" cy="451"/>
                        </a:xfrm>
                        <a:custGeom>
                          <a:avLst/>
                          <a:gdLst>
                            <a:gd name="T0" fmla="+- 0 10545 10113"/>
                            <a:gd name="T1" fmla="*/ T0 w 433"/>
                            <a:gd name="T2" fmla="+- 0 1377 1377"/>
                            <a:gd name="T3" fmla="*/ 1377 h 451"/>
                            <a:gd name="T4" fmla="+- 0 10401 10113"/>
                            <a:gd name="T5" fmla="*/ T4 w 433"/>
                            <a:gd name="T6" fmla="+- 0 1377 1377"/>
                            <a:gd name="T7" fmla="*/ 1377 h 451"/>
                            <a:gd name="T8" fmla="+- 0 10113 10113"/>
                            <a:gd name="T9" fmla="*/ T8 w 433"/>
                            <a:gd name="T10" fmla="+- 0 1827 1377"/>
                            <a:gd name="T11" fmla="*/ 1827 h 451"/>
                            <a:gd name="T12" fmla="+- 0 10545 10113"/>
                            <a:gd name="T13" fmla="*/ T12 w 433"/>
                            <a:gd name="T14" fmla="+- 0 1377 1377"/>
                            <a:gd name="T15" fmla="*/ 1377 h 4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33" h="451">
                              <a:moveTo>
                                <a:pt x="432" y="0"/>
                              </a:moveTo>
                              <a:lnTo>
                                <a:pt x="288" y="0"/>
                              </a:lnTo>
                              <a:lnTo>
                                <a:pt x="0" y="450"/>
                              </a:lnTo>
                              <a:lnTo>
                                <a:pt x="4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0B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F8BADC" id="Skupina 127" o:spid="_x0000_s1026" style="position:absolute;margin-left:502pt;margin-top:68.85pt;width:25.25pt;height:22.55pt;z-index:-251632128;mso-position-horizontal-relative:page;mso-position-vertical-relative:page" coordorigin="10040,1377" coordsize="505,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">
              <v:shape id="Freeform 39" o:spid="_x0000_s1027" style="position:absolute;left:10040;top:1376;width:145;height:451;visibility:visible;mso-wrap-style:square;v-text-anchor:top" coordsize="145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w78MA&#10;AADcAAAADwAAAGRycy9kb3ducmV2LnhtbESPT4vCMBDF7wt+hzCCtzVVRJZqFBFEcXcP/sHz0Ixt&#10;sZmUJmr22+8cBG8zvDfv/Wa+TK5RD+pC7dnAaJiBIi68rbk0cD5tPr9AhYhssfFMBv4owHLR+5hj&#10;bv2TD/Q4xlJJCIccDVQxtrnWoajIYRj6lli0q+8cRlm7UtsOnxLuGj3Osql2WLM0VNjSuqLidrw7&#10;A5x+tukySZfdYTKtN7/78H0qgzGDflrNQEVK8W1+Xe+s4I+FVp6RCf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Hw78MAAADcAAAADwAAAAAAAAAAAAAAAACYAgAAZHJzL2Rv&#10;d25yZXYueG1sUEsFBgAAAAAEAAQA9QAAAIgDAAAAAA==&#10;" path="m145,l,,,450,145,xe" fillcolor="#ef3741" stroked="f">
                <v:path arrowok="t" o:connecttype="custom" o:connectlocs="145,1377;0,1377;0,1827;145,1377" o:connectangles="0,0,0,0"/>
              </v:shape>
              <v:shape id="Freeform 40" o:spid="_x0000_s1028" style="position:absolute;left:10076;top:1376;width:289;height:451;visibility:visible;mso-wrap-style:square;v-text-anchor:top" coordsize="289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VLoMEA&#10;AADcAAAADwAAAGRycy9kb3ducmV2LnhtbERP24rCMBB9F/Yfwizsm6b6sGrXKGWXiiKCtw8Ymtmm&#10;2ExKE7X+vREE3+ZwrjNbdLYWV2p95VjBcJCAIC6crrhUcDrm/QkIH5A11o5JwZ08LOYfvRmm2t14&#10;T9dDKEUMYZ+iAhNCk0rpC0MW/cA1xJH7d63FEGFbSt3iLYbbWo6S5FtarDg2GGzo11BxPlysAttM&#10;/3Y6245xmZv8mK03O1eOlfr67LIfEIG68Ba/3Csd54+m8HwmX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lS6DBAAAA3AAAAA8AAAAAAAAAAAAAAAAAmAIAAGRycy9kb3du&#10;cmV2LnhtbFBLBQYAAAAABAAEAPUAAACGAwAAAAA=&#10;" path="m289,l145,,,450,289,xe" fillcolor="#77bd43" stroked="f">
                <v:path arrowok="t" o:connecttype="custom" o:connectlocs="289,1377;145,1377;0,1827;289,1377" o:connectangles="0,0,0,0"/>
              </v:shape>
              <v:shape id="Freeform 41" o:spid="_x0000_s1029" style="position:absolute;left:10112;top:1376;width:433;height:451;visibility:visible;mso-wrap-style:square;v-text-anchor:top" coordsize="433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++8YA&#10;AADcAAAADwAAAGRycy9kb3ducmV2LnhtbESPQWvCQBCF70L/wzKF3nRjCkVS11ALhWChkGgRb0N2&#10;TEKzsyG71fjvnUOhtxnem/e+WeeT69WFxtB5NrBcJKCIa287bgwc9h/zFagQkS32nsnAjQLkm4fZ&#10;GjPrr1zSpYqNkhAOGRpoYxwyrUPdksOw8AOxaGc/Ooyyjo22I14l3PU6TZIX7bBjaWhxoPeW6p/q&#10;1xnA9Lj7rMu+KKpVedwWX6fvnR6MeXqc3l5BRZriv/nvurCC/yz48oxMo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W++8YAAADcAAAADwAAAAAAAAAAAAAAAACYAgAAZHJz&#10;L2Rvd25yZXYueG1sUEsFBgAAAAAEAAQA9QAAAIsDAAAAAA==&#10;" path="m432,l288,,,450,432,xe" fillcolor="#0070b9" stroked="f">
                <v:path arrowok="t" o:connecttype="custom" o:connectlocs="432,1377;288,1377;0,1827;432,1377" o:connectangles="0,0,0,0"/>
              </v:shape>
              <w10:wrap anchorx="page" anchory="page"/>
            </v:group>
          </w:pict>
        </mc:Fallback>
      </mc:AlternateContent>
    </w:r>
    <w:r>
      <w:rPr>
        <w:noProof/>
        <w:lang w:bidi="ar-SA"/>
      </w:rPr>
      <w:drawing>
        <wp:anchor distT="0" distB="0" distL="0" distR="0" simplePos="0" relativeHeight="251675136" behindDoc="1" locked="0" layoutInCell="1" allowOverlap="1" wp14:anchorId="78AC378F" wp14:editId="01DC60EA">
          <wp:simplePos x="0" y="0"/>
          <wp:positionH relativeFrom="page">
            <wp:posOffset>5010286</wp:posOffset>
          </wp:positionH>
          <wp:positionV relativeFrom="page">
            <wp:posOffset>1057221</wp:posOffset>
          </wp:positionV>
          <wp:extent cx="128134" cy="177114"/>
          <wp:effectExtent l="0" t="0" r="0" b="0"/>
          <wp:wrapNone/>
          <wp:docPr id="45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8134" cy="1771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76160" behindDoc="1" locked="0" layoutInCell="1" allowOverlap="1" wp14:anchorId="7E7E9D23" wp14:editId="5A5F4765">
          <wp:simplePos x="0" y="0"/>
          <wp:positionH relativeFrom="page">
            <wp:posOffset>5405319</wp:posOffset>
          </wp:positionH>
          <wp:positionV relativeFrom="page">
            <wp:posOffset>1057225</wp:posOffset>
          </wp:positionV>
          <wp:extent cx="133573" cy="177101"/>
          <wp:effectExtent l="0" t="0" r="0" b="0"/>
          <wp:wrapNone/>
          <wp:docPr id="45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33573" cy="1771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77184" behindDoc="1" locked="0" layoutInCell="1" allowOverlap="1" wp14:anchorId="1442CC07" wp14:editId="6199F651">
          <wp:simplePos x="0" y="0"/>
          <wp:positionH relativeFrom="page">
            <wp:posOffset>4340880</wp:posOffset>
          </wp:positionH>
          <wp:positionV relativeFrom="page">
            <wp:posOffset>1059708</wp:posOffset>
          </wp:positionV>
          <wp:extent cx="152984" cy="172135"/>
          <wp:effectExtent l="0" t="0" r="0" b="0"/>
          <wp:wrapNone/>
          <wp:docPr id="45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52984" cy="1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78208" behindDoc="1" locked="0" layoutInCell="1" allowOverlap="1" wp14:anchorId="6A8B7018" wp14:editId="02582D6D">
          <wp:simplePos x="0" y="0"/>
          <wp:positionH relativeFrom="page">
            <wp:posOffset>4533138</wp:posOffset>
          </wp:positionH>
          <wp:positionV relativeFrom="page">
            <wp:posOffset>1059709</wp:posOffset>
          </wp:positionV>
          <wp:extent cx="150152" cy="172135"/>
          <wp:effectExtent l="0" t="0" r="0" b="0"/>
          <wp:wrapNone/>
          <wp:docPr id="454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5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50152" cy="1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85376" behindDoc="1" locked="0" layoutInCell="1" allowOverlap="1" wp14:anchorId="0BD366DF" wp14:editId="481E3C4D">
              <wp:simplePos x="0" y="0"/>
              <wp:positionH relativeFrom="page">
                <wp:posOffset>4725035</wp:posOffset>
              </wp:positionH>
              <wp:positionV relativeFrom="page">
                <wp:posOffset>1059815</wp:posOffset>
              </wp:positionV>
              <wp:extent cx="133350" cy="172720"/>
              <wp:effectExtent l="19685" t="2540" r="18415" b="15240"/>
              <wp:wrapNone/>
              <wp:docPr id="124" name="Skupina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3350" cy="172720"/>
                        <a:chOff x="7441" y="1669"/>
                        <a:chExt cx="210" cy="272"/>
                      </a:xfrm>
                    </wpg:grpSpPr>
                    <wps:wsp>
                      <wps:cNvPr id="125" name="Line 43"/>
                      <wps:cNvCnPr>
                        <a:cxnSpLocks noChangeShapeType="1"/>
                      </wps:cNvCnPr>
                      <wps:spPr bwMode="auto">
                        <a:xfrm>
                          <a:off x="7546" y="1705"/>
                          <a:ext cx="0" cy="235"/>
                        </a:xfrm>
                        <a:prstGeom prst="line">
                          <a:avLst/>
                        </a:prstGeom>
                        <a:noFill/>
                        <a:ln w="28727">
                          <a:solidFill>
                            <a:srgbClr val="6D71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" name="Line 44"/>
                      <wps:cNvCnPr>
                        <a:cxnSpLocks noChangeShapeType="1"/>
                      </wps:cNvCnPr>
                      <wps:spPr bwMode="auto">
                        <a:xfrm>
                          <a:off x="7441" y="1687"/>
                          <a:ext cx="209" cy="0"/>
                        </a:xfrm>
                        <a:prstGeom prst="line">
                          <a:avLst/>
                        </a:prstGeom>
                        <a:noFill/>
                        <a:ln w="23050">
                          <a:solidFill>
                            <a:srgbClr val="6D71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F6D0D7" id="Skupina 124" o:spid="_x0000_s1026" style="position:absolute;margin-left:372.05pt;margin-top:83.45pt;width:10.5pt;height:13.6pt;z-index:-251631104;mso-position-horizontal-relative:page;mso-position-vertical-relative:page" coordorigin="7441,1669" coordsize="210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">
              <v:line id="Line 43" o:spid="_x0000_s1027" style="position:absolute;visibility:visible;mso-wrap-style:square" from="7546,1705" to="7546,1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Ys1sMAAADcAAAADwAAAGRycy9kb3ducmV2LnhtbERPTWvCQBC9F/oflin0VjdVlBBdRdoK&#10;PYhgFLyOu2MSzM6G7Dam/npXELzN433ObNHbWnTU+sqxgs9BAoJYO1NxoWC/W32kIHxANlg7JgX/&#10;5GExf32ZYWbchbfU5aEQMYR9hgrKEJpMSq9LsugHriGO3Mm1FkOEbSFNi5cYbms5TJKJtFhxbCix&#10;oa+S9Dn/swry78Po57i6dq5Pu3yzPfmRXmul3t/65RREoD48xQ/3r4nzh2O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2LNbDAAAA3AAAAA8AAAAAAAAAAAAA&#10;AAAAoQIAAGRycy9kb3ducmV2LnhtbFBLBQYAAAAABAAEAPkAAACRAwAAAAA=&#10;" strokecolor="#6d7175" strokeweight=".79797mm"/>
              <v:line id="Line 44" o:spid="_x0000_s1028" style="position:absolute;visibility:visible;mso-wrap-style:square" from="7441,1687" to="7650,1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b/h8QAAADcAAAADwAAAGRycy9kb3ducmV2LnhtbERPTWvCQBC9C/0PyxS86aZCg0RXsQWx&#10;4klTRW9jdpqkzc7G7Krx37uC0Ns83ueMp62pxIUaV1pW8NaPQBBnVpecK/hO570hCOeRNVaWScGN&#10;HEwnL50xJtpeeU2Xjc9FCGGXoILC+zqR0mUFGXR9WxMH7sc2Bn2ATS51g9cQbio5iKJYGiw5NBRY&#10;02dB2d/mbBR8/L7v0sNyNV8ujtvtPmpP6WwXK9V9bWcjEJ5a/y9+ur90mD+I4fFMuEB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hv+HxAAAANwAAAAPAAAAAAAAAAAA&#10;AAAAAKECAABkcnMvZG93bnJldi54bWxQSwUGAAAAAAQABAD5AAAAkgMAAAAA&#10;" strokecolor="#6d7175" strokeweight=".64028mm"/>
              <w10:wrap anchorx="page" anchory="page"/>
            </v:group>
          </w:pict>
        </mc:Fallback>
      </mc:AlternateContent>
    </w:r>
    <w:r>
      <w:rPr>
        <w:noProof/>
        <w:lang w:bidi="ar-SA"/>
      </w:rPr>
      <w:drawing>
        <wp:anchor distT="0" distB="0" distL="0" distR="0" simplePos="0" relativeHeight="251679232" behindDoc="1" locked="0" layoutInCell="1" allowOverlap="1" wp14:anchorId="4AFC24CA" wp14:editId="461C273C">
          <wp:simplePos x="0" y="0"/>
          <wp:positionH relativeFrom="page">
            <wp:posOffset>5217177</wp:posOffset>
          </wp:positionH>
          <wp:positionV relativeFrom="page">
            <wp:posOffset>1059822</wp:posOffset>
          </wp:positionV>
          <wp:extent cx="123431" cy="172021"/>
          <wp:effectExtent l="0" t="0" r="0" b="0"/>
          <wp:wrapNone/>
          <wp:docPr id="45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6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23431" cy="1720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80256" behindDoc="1" locked="0" layoutInCell="1" allowOverlap="1" wp14:anchorId="4119F812" wp14:editId="1C4EAB20">
          <wp:simplePos x="0" y="0"/>
          <wp:positionH relativeFrom="page">
            <wp:posOffset>5609635</wp:posOffset>
          </wp:positionH>
          <wp:positionV relativeFrom="page">
            <wp:posOffset>1059703</wp:posOffset>
          </wp:positionV>
          <wp:extent cx="123189" cy="174625"/>
          <wp:effectExtent l="0" t="0" r="0" b="0"/>
          <wp:wrapNone/>
          <wp:docPr id="456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7.pn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123189" cy="174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81280" behindDoc="1" locked="0" layoutInCell="1" allowOverlap="1" wp14:anchorId="1107A346" wp14:editId="6D0F7431">
          <wp:simplePos x="0" y="0"/>
          <wp:positionH relativeFrom="page">
            <wp:posOffset>5811234</wp:posOffset>
          </wp:positionH>
          <wp:positionV relativeFrom="page">
            <wp:posOffset>1059702</wp:posOffset>
          </wp:positionV>
          <wp:extent cx="115976" cy="172148"/>
          <wp:effectExtent l="0" t="0" r="0" b="0"/>
          <wp:wrapNone/>
          <wp:docPr id="465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8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15976" cy="172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86400" behindDoc="1" locked="0" layoutInCell="1" allowOverlap="1" wp14:anchorId="04E96BBF" wp14:editId="09D74041">
              <wp:simplePos x="0" y="0"/>
              <wp:positionH relativeFrom="page">
                <wp:posOffset>4342765</wp:posOffset>
              </wp:positionH>
              <wp:positionV relativeFrom="page">
                <wp:posOffset>1574165</wp:posOffset>
              </wp:positionV>
              <wp:extent cx="0" cy="107950"/>
              <wp:effectExtent l="8890" t="12065" r="10160" b="13335"/>
              <wp:wrapNone/>
              <wp:docPr id="123" name="Přímá spojnice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79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4C793" id="Přímá spojnice 123" o:spid="_x0000_s1026" style="position:absolute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1.95pt,123.95pt" to="341.95pt,1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" strokecolor="#4e5156" strokeweight=".25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87424" behindDoc="1" locked="0" layoutInCell="1" allowOverlap="1" wp14:anchorId="21C8A421" wp14:editId="294D4767">
              <wp:simplePos x="0" y="0"/>
              <wp:positionH relativeFrom="page">
                <wp:posOffset>5278120</wp:posOffset>
              </wp:positionH>
              <wp:positionV relativeFrom="page">
                <wp:posOffset>1574165</wp:posOffset>
              </wp:positionV>
              <wp:extent cx="0" cy="107950"/>
              <wp:effectExtent l="10795" t="12065" r="8255" b="13335"/>
              <wp:wrapNone/>
              <wp:docPr id="122" name="Přímá spojnice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79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844CD2" id="Přímá spojnice 122" o:spid="_x0000_s1026" style="position:absolute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.6pt,123.95pt" to="415.6pt,1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" strokecolor="#4e5156" strokeweight=".25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88448" behindDoc="1" locked="0" layoutInCell="1" allowOverlap="1" wp14:anchorId="14B903DA" wp14:editId="18D575F9">
              <wp:simplePos x="0" y="0"/>
              <wp:positionH relativeFrom="page">
                <wp:posOffset>6080760</wp:posOffset>
              </wp:positionH>
              <wp:positionV relativeFrom="page">
                <wp:posOffset>1574165</wp:posOffset>
              </wp:positionV>
              <wp:extent cx="0" cy="107950"/>
              <wp:effectExtent l="13335" t="12065" r="5715" b="13335"/>
              <wp:wrapNone/>
              <wp:docPr id="121" name="Přímá spojnic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79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4E515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B34E32" id="Přímá spojnice 121" o:spid="_x0000_s1026" style="position:absolute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.8pt,123.95pt" to="478.8pt,1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" strokecolor="#4e5156" strokeweight=".25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89472" behindDoc="1" locked="0" layoutInCell="1" allowOverlap="1" wp14:anchorId="501B98A3" wp14:editId="4DBB947C">
              <wp:simplePos x="0" y="0"/>
              <wp:positionH relativeFrom="page">
                <wp:posOffset>539750</wp:posOffset>
              </wp:positionH>
              <wp:positionV relativeFrom="page">
                <wp:posOffset>1736090</wp:posOffset>
              </wp:positionV>
              <wp:extent cx="6480175" cy="135255"/>
              <wp:effectExtent l="6350" t="2540" r="0" b="5080"/>
              <wp:wrapNone/>
              <wp:docPr id="120" name="Volný tvar: obrazec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80175" cy="135255"/>
                      </a:xfrm>
                      <a:custGeom>
                        <a:avLst/>
                        <a:gdLst>
                          <a:gd name="T0" fmla="+- 0 11055 850"/>
                          <a:gd name="T1" fmla="*/ T0 w 10205"/>
                          <a:gd name="T2" fmla="+- 0 2734 2734"/>
                          <a:gd name="T3" fmla="*/ 2734 h 213"/>
                          <a:gd name="T4" fmla="+- 0 850 850"/>
                          <a:gd name="T5" fmla="*/ T4 w 10205"/>
                          <a:gd name="T6" fmla="+- 0 2734 2734"/>
                          <a:gd name="T7" fmla="*/ 2734 h 213"/>
                          <a:gd name="T8" fmla="+- 0 1063 850"/>
                          <a:gd name="T9" fmla="*/ T8 w 10205"/>
                          <a:gd name="T10" fmla="+- 0 2946 2734"/>
                          <a:gd name="T11" fmla="*/ 2946 h 213"/>
                          <a:gd name="T12" fmla="+- 0 1266 850"/>
                          <a:gd name="T13" fmla="*/ T12 w 10205"/>
                          <a:gd name="T14" fmla="+- 0 2744 2734"/>
                          <a:gd name="T15" fmla="*/ 2744 h 213"/>
                          <a:gd name="T16" fmla="+- 0 11055 850"/>
                          <a:gd name="T17" fmla="*/ T16 w 10205"/>
                          <a:gd name="T18" fmla="+- 0 2744 2734"/>
                          <a:gd name="T19" fmla="*/ 2744 h 213"/>
                          <a:gd name="T20" fmla="+- 0 11055 850"/>
                          <a:gd name="T21" fmla="*/ T20 w 10205"/>
                          <a:gd name="T22" fmla="+- 0 2734 2734"/>
                          <a:gd name="T23" fmla="*/ 2734 h 21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10205" h="213">
                            <a:moveTo>
                              <a:pt x="10205" y="0"/>
                            </a:moveTo>
                            <a:lnTo>
                              <a:pt x="0" y="0"/>
                            </a:lnTo>
                            <a:lnTo>
                              <a:pt x="213" y="212"/>
                            </a:lnTo>
                            <a:lnTo>
                              <a:pt x="416" y="10"/>
                            </a:lnTo>
                            <a:lnTo>
                              <a:pt x="10205" y="10"/>
                            </a:lnTo>
                            <a:lnTo>
                              <a:pt x="10205" y="0"/>
                            </a:lnTo>
                            <a:close/>
                          </a:path>
                        </a:pathLst>
                      </a:custGeom>
                      <a:solidFill>
                        <a:srgbClr val="79BC4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B22F15" id="Volný tvar: obrazec 120" o:spid="_x0000_s1026" style="position:absolute;margin-left:42.5pt;margin-top:136.7pt;width:510.25pt;height:10.65pt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205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" path="m10205,l,,213,212,416,10r9789,l10205,xe" fillcolor="#79bc43" stroked="f">
              <v:path arrowok="t" o:connecttype="custom" o:connectlocs="6480175,1736090;0,1736090;135255,1870710;264160,1742440;6480175,1742440;6480175,1736090" o:connectangles="0,0,0,0,0,0"/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0496" behindDoc="1" locked="0" layoutInCell="1" allowOverlap="1" wp14:anchorId="303C28C6" wp14:editId="0EF4F199">
              <wp:simplePos x="0" y="0"/>
              <wp:positionH relativeFrom="page">
                <wp:posOffset>783590</wp:posOffset>
              </wp:positionH>
              <wp:positionV relativeFrom="page">
                <wp:posOffset>711200</wp:posOffset>
              </wp:positionV>
              <wp:extent cx="4087495" cy="176530"/>
              <wp:effectExtent l="2540" t="0" r="0" b="0"/>
              <wp:wrapNone/>
              <wp:docPr id="119" name="Textové pol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7495" cy="17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66BAB" w14:textId="77777777" w:rsidR="00EE153E" w:rsidRDefault="00EE153E" w:rsidP="001F3F5D">
                          <w:pPr>
                            <w:tabs>
                              <w:tab w:val="left" w:pos="1775"/>
                              <w:tab w:val="left" w:pos="4709"/>
                              <w:tab w:val="left" w:pos="6416"/>
                            </w:tabs>
                            <w:spacing w:before="20" w:line="240" w:lineRule="auto"/>
                            <w:ind w:left="23"/>
                            <w:rPr>
                              <w:b/>
                              <w:sz w:val="18"/>
                            </w:rPr>
                          </w:pPr>
                          <w:r w:rsidRPr="00E70C36">
                            <w:rPr>
                              <w:b/>
                              <w:color w:val="4E5156"/>
                              <w:spacing w:val="20"/>
                              <w:sz w:val="18"/>
                            </w:rPr>
                            <w:t>AV TECHNIKA</w:t>
                          </w:r>
                          <w:r w:rsidRPr="007804A4">
                            <w:rPr>
                              <w:b/>
                              <w:color w:val="4E5156"/>
                              <w:spacing w:val="40"/>
                              <w:sz w:val="18"/>
                            </w:rPr>
                            <w:t xml:space="preserve"> </w:t>
                          </w:r>
                          <w:r w:rsidRPr="00377C8F">
                            <w:rPr>
                              <w:b/>
                              <w:color w:val="4E5156"/>
                              <w:position w:val="2"/>
                              <w:sz w:val="18"/>
                              <w:u w:val="single" w:color="77BD43"/>
                            </w:rPr>
                            <w:tab/>
                          </w:r>
                          <w:r w:rsidRPr="007804A4">
                            <w:rPr>
                              <w:b/>
                              <w:color w:val="4E5156"/>
                              <w:spacing w:val="40"/>
                              <w:sz w:val="18"/>
                            </w:rPr>
                            <w:t xml:space="preserve"> </w:t>
                          </w:r>
                          <w:r w:rsidRPr="00E70C36">
                            <w:rPr>
                              <w:b/>
                              <w:color w:val="4E5156"/>
                              <w:spacing w:val="20"/>
                              <w:sz w:val="18"/>
                            </w:rPr>
                            <w:t>PROSTOROVÁ AKUSTIKA</w:t>
                          </w:r>
                          <w:r w:rsidRPr="007804A4">
                            <w:rPr>
                              <w:b/>
                              <w:color w:val="4E5156"/>
                              <w:spacing w:val="40"/>
                              <w:sz w:val="18"/>
                            </w:rPr>
                            <w:t xml:space="preserve"> </w:t>
                          </w:r>
                          <w:r w:rsidRPr="00377C8F">
                            <w:rPr>
                              <w:b/>
                              <w:color w:val="4E5156"/>
                              <w:position w:val="2"/>
                              <w:sz w:val="18"/>
                              <w:u w:val="single" w:color="77BD43"/>
                            </w:rPr>
                            <w:tab/>
                          </w:r>
                          <w:r w:rsidRPr="007804A4">
                            <w:rPr>
                              <w:b/>
                              <w:color w:val="4E5156"/>
                              <w:spacing w:val="40"/>
                              <w:sz w:val="18"/>
                            </w:rPr>
                            <w:t xml:space="preserve"> </w:t>
                          </w:r>
                          <w:r w:rsidRPr="00E70C36">
                            <w:rPr>
                              <w:b/>
                              <w:color w:val="4E5156"/>
                              <w:spacing w:val="20"/>
                              <w:sz w:val="18"/>
                            </w:rPr>
                            <w:t>BROADCAST</w:t>
                          </w:r>
                          <w:r w:rsidRPr="007804A4">
                            <w:rPr>
                              <w:b/>
                              <w:color w:val="4E5156"/>
                              <w:spacing w:val="40"/>
                              <w:sz w:val="18"/>
                            </w:rPr>
                            <w:t xml:space="preserve"> </w:t>
                          </w:r>
                          <w:r w:rsidRPr="00377C8F">
                            <w:rPr>
                              <w:b/>
                              <w:color w:val="4E5156"/>
                              <w:position w:val="2"/>
                              <w:sz w:val="18"/>
                              <w:u w:val="single" w:color="77BD43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3C28C6" id="Textové pole 119" o:spid="_x0000_s1032" type="#_x0000_t202" style="position:absolute;left:0;text-align:left;margin-left:61.7pt;margin-top:56pt;width:321.85pt;height:13.9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" filled="f" stroked="f">
              <v:textbox inset="0,0,0,0">
                <w:txbxContent>
                  <w:p w14:paraId="07F66BAB" w14:textId="77777777" w:rsidR="00EE153E" w:rsidRDefault="00EE153E" w:rsidP="001F3F5D">
                    <w:pPr>
                      <w:tabs>
                        <w:tab w:val="left" w:pos="1775"/>
                        <w:tab w:val="left" w:pos="4709"/>
                        <w:tab w:val="left" w:pos="6416"/>
                      </w:tabs>
                      <w:spacing w:before="20" w:line="240" w:lineRule="auto"/>
                      <w:ind w:left="23"/>
                      <w:rPr>
                        <w:b/>
                        <w:sz w:val="18"/>
                      </w:rPr>
                    </w:pPr>
                    <w:r w:rsidRPr="00E70C36">
                      <w:rPr>
                        <w:b/>
                        <w:color w:val="4E5156"/>
                        <w:spacing w:val="20"/>
                        <w:sz w:val="18"/>
                      </w:rPr>
                      <w:t>AV TECHNIKA</w:t>
                    </w:r>
                    <w:r w:rsidRPr="007804A4">
                      <w:rPr>
                        <w:b/>
                        <w:color w:val="4E5156"/>
                        <w:spacing w:val="40"/>
                        <w:sz w:val="18"/>
                      </w:rPr>
                      <w:t xml:space="preserve"> </w:t>
                    </w:r>
                    <w:r w:rsidRPr="00377C8F">
                      <w:rPr>
                        <w:b/>
                        <w:color w:val="4E5156"/>
                        <w:position w:val="2"/>
                        <w:sz w:val="18"/>
                        <w:u w:val="single" w:color="77BD43"/>
                      </w:rPr>
                      <w:tab/>
                    </w:r>
                    <w:r w:rsidRPr="007804A4">
                      <w:rPr>
                        <w:b/>
                        <w:color w:val="4E5156"/>
                        <w:spacing w:val="40"/>
                        <w:sz w:val="18"/>
                      </w:rPr>
                      <w:t xml:space="preserve"> </w:t>
                    </w:r>
                    <w:r w:rsidRPr="00E70C36">
                      <w:rPr>
                        <w:b/>
                        <w:color w:val="4E5156"/>
                        <w:spacing w:val="20"/>
                        <w:sz w:val="18"/>
                      </w:rPr>
                      <w:t>PROSTOROVÁ AKUSTIKA</w:t>
                    </w:r>
                    <w:r w:rsidRPr="007804A4">
                      <w:rPr>
                        <w:b/>
                        <w:color w:val="4E5156"/>
                        <w:spacing w:val="40"/>
                        <w:sz w:val="18"/>
                      </w:rPr>
                      <w:t xml:space="preserve"> </w:t>
                    </w:r>
                    <w:r w:rsidRPr="00377C8F">
                      <w:rPr>
                        <w:b/>
                        <w:color w:val="4E5156"/>
                        <w:position w:val="2"/>
                        <w:sz w:val="18"/>
                        <w:u w:val="single" w:color="77BD43"/>
                      </w:rPr>
                      <w:tab/>
                    </w:r>
                    <w:r w:rsidRPr="007804A4">
                      <w:rPr>
                        <w:b/>
                        <w:color w:val="4E5156"/>
                        <w:spacing w:val="40"/>
                        <w:sz w:val="18"/>
                      </w:rPr>
                      <w:t xml:space="preserve"> </w:t>
                    </w:r>
                    <w:r w:rsidRPr="00E70C36">
                      <w:rPr>
                        <w:b/>
                        <w:color w:val="4E5156"/>
                        <w:spacing w:val="20"/>
                        <w:sz w:val="18"/>
                      </w:rPr>
                      <w:t>BROADCAST</w:t>
                    </w:r>
                    <w:r w:rsidRPr="007804A4">
                      <w:rPr>
                        <w:b/>
                        <w:color w:val="4E5156"/>
                        <w:spacing w:val="40"/>
                        <w:sz w:val="18"/>
                      </w:rPr>
                      <w:t xml:space="preserve"> </w:t>
                    </w:r>
                    <w:r w:rsidRPr="00377C8F">
                      <w:rPr>
                        <w:b/>
                        <w:color w:val="4E5156"/>
                        <w:position w:val="2"/>
                        <w:sz w:val="18"/>
                        <w:u w:val="single" w:color="77BD43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3568" behindDoc="1" locked="0" layoutInCell="1" allowOverlap="1" wp14:anchorId="65E540DD" wp14:editId="26F646AA">
              <wp:simplePos x="0" y="0"/>
              <wp:positionH relativeFrom="page">
                <wp:posOffset>5255260</wp:posOffset>
              </wp:positionH>
              <wp:positionV relativeFrom="page">
                <wp:posOffset>1400810</wp:posOffset>
              </wp:positionV>
              <wp:extent cx="619760" cy="160020"/>
              <wp:effectExtent l="0" t="635" r="1905" b="1270"/>
              <wp:wrapNone/>
              <wp:docPr id="117" name="Textové pol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6582F" w14:textId="77777777" w:rsidR="00EE153E" w:rsidRPr="005054C3" w:rsidRDefault="00EE153E" w:rsidP="00820880">
                          <w:pPr>
                            <w:pStyle w:val="Zkladntext"/>
                            <w:spacing w:line="240" w:lineRule="auto"/>
                            <w:ind w:left="23"/>
                            <w:rPr>
                              <w:color w:val="77BD43"/>
                              <w:spacing w:val="18"/>
                            </w:rPr>
                          </w:pPr>
                          <w:r w:rsidRPr="005054C3">
                            <w:rPr>
                              <w:color w:val="77BD43"/>
                              <w:spacing w:val="18"/>
                            </w:rPr>
                            <w:t>PROJEKTY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540DD" id="Textové pole 117" o:spid="_x0000_s1033" type="#_x0000_t202" style="position:absolute;left:0;text-align:left;margin-left:413.8pt;margin-top:110.3pt;width:48.8pt;height:12.6pt;z-index:-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" filled="f" stroked="f">
              <v:textbox inset="0,0,0,0">
                <w:txbxContent>
                  <w:p w14:paraId="2C56582F" w14:textId="77777777" w:rsidR="00EE153E" w:rsidRPr="005054C3" w:rsidRDefault="00EE153E" w:rsidP="00820880">
                    <w:pPr>
                      <w:pStyle w:val="Zkladntext"/>
                      <w:spacing w:line="240" w:lineRule="auto"/>
                      <w:ind w:left="23"/>
                      <w:rPr>
                        <w:color w:val="77BD43"/>
                        <w:spacing w:val="18"/>
                      </w:rPr>
                    </w:pPr>
                    <w:r w:rsidRPr="005054C3">
                      <w:rPr>
                        <w:color w:val="77BD43"/>
                        <w:spacing w:val="18"/>
                      </w:rPr>
                      <w:t>PROJEKTY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4592" behindDoc="1" locked="0" layoutInCell="1" allowOverlap="1" wp14:anchorId="51019C35" wp14:editId="45D27CCA">
              <wp:simplePos x="0" y="0"/>
              <wp:positionH relativeFrom="page">
                <wp:posOffset>6057265</wp:posOffset>
              </wp:positionH>
              <wp:positionV relativeFrom="page">
                <wp:posOffset>1400810</wp:posOffset>
              </wp:positionV>
              <wp:extent cx="651510" cy="160020"/>
              <wp:effectExtent l="0" t="635" r="0" b="1270"/>
              <wp:wrapNone/>
              <wp:docPr id="116" name="Textové pol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EB1B5B" w14:textId="77777777" w:rsidR="00EE153E" w:rsidRPr="005054C3" w:rsidRDefault="00EE153E" w:rsidP="00820880">
                          <w:pPr>
                            <w:pStyle w:val="Zkladntext"/>
                            <w:spacing w:line="240" w:lineRule="auto"/>
                            <w:ind w:left="23"/>
                            <w:rPr>
                              <w:color w:val="77BD43"/>
                              <w:spacing w:val="18"/>
                            </w:rPr>
                          </w:pPr>
                          <w:r w:rsidRPr="005054C3">
                            <w:rPr>
                              <w:color w:val="77BD43"/>
                              <w:spacing w:val="18"/>
                            </w:rPr>
                            <w:t>REALIZACE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019C35" id="Textové pole 116" o:spid="_x0000_s1034" type="#_x0000_t202" style="position:absolute;left:0;text-align:left;margin-left:476.95pt;margin-top:110.3pt;width:51.3pt;height:12.6pt;z-index:-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" filled="f" stroked="f">
              <v:textbox inset="0,0,0,0">
                <w:txbxContent>
                  <w:p w14:paraId="1AEB1B5B" w14:textId="77777777" w:rsidR="00EE153E" w:rsidRPr="005054C3" w:rsidRDefault="00EE153E" w:rsidP="00820880">
                    <w:pPr>
                      <w:pStyle w:val="Zkladntext"/>
                      <w:spacing w:line="240" w:lineRule="auto"/>
                      <w:ind w:left="23"/>
                      <w:rPr>
                        <w:color w:val="77BD43"/>
                        <w:spacing w:val="18"/>
                      </w:rPr>
                    </w:pPr>
                    <w:r w:rsidRPr="005054C3">
                      <w:rPr>
                        <w:color w:val="77BD43"/>
                        <w:spacing w:val="18"/>
                      </w:rPr>
                      <w:t>REALIZACE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C45CE19" w14:textId="77777777" w:rsidR="00EE153E" w:rsidRDefault="00EE153E" w:rsidP="00EE153E">
    <w:pPr>
      <w:pStyle w:val="Zhlav"/>
    </w:pPr>
  </w:p>
  <w:p w14:paraId="7D008D90" w14:textId="77777777" w:rsidR="002355EF" w:rsidRPr="00EE153E" w:rsidRDefault="00642328" w:rsidP="00EE153E">
    <w:pPr>
      <w:pStyle w:val="Zhlav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91520" behindDoc="1" locked="0" layoutInCell="1" allowOverlap="1" wp14:anchorId="370A1B90" wp14:editId="19D03669">
              <wp:simplePos x="0" y="0"/>
              <wp:positionH relativeFrom="page">
                <wp:posOffset>659958</wp:posOffset>
              </wp:positionH>
              <wp:positionV relativeFrom="page">
                <wp:posOffset>1208598</wp:posOffset>
              </wp:positionV>
              <wp:extent cx="3140765" cy="327025"/>
              <wp:effectExtent l="0" t="0" r="2540" b="15875"/>
              <wp:wrapNone/>
              <wp:docPr id="118" name="Textové pol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0765" cy="327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4A84D" w14:textId="77777777" w:rsidR="00EE153E" w:rsidRDefault="00642328" w:rsidP="00EE153E">
                          <w:pPr>
                            <w:spacing w:before="20"/>
                            <w:ind w:left="20"/>
                            <w:rPr>
                              <w:rFonts w:ascii="Roboto Medium" w:hAnsi="Roboto Medium"/>
                              <w:sz w:val="36"/>
                            </w:rPr>
                          </w:pPr>
                          <w:r>
                            <w:rPr>
                              <w:rFonts w:ascii="Roboto Medium" w:hAnsi="Roboto Medium"/>
                              <w:color w:val="4E5156"/>
                              <w:sz w:val="36"/>
                            </w:rPr>
                            <w:t>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0A1B90" id="Textové pole 118" o:spid="_x0000_s1035" type="#_x0000_t202" style="position:absolute;left:0;text-align:left;margin-left:51.95pt;margin-top:95.15pt;width:247.3pt;height:25.75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" filled="f" stroked="f">
              <v:textbox inset="0,0,0,0">
                <w:txbxContent>
                  <w:p w14:paraId="39F4A84D" w14:textId="77777777" w:rsidR="00EE153E" w:rsidRDefault="00642328" w:rsidP="00EE153E">
                    <w:pPr>
                      <w:spacing w:before="20"/>
                      <w:ind w:left="20"/>
                      <w:rPr>
                        <w:rFonts w:ascii="Roboto Medium" w:hAnsi="Roboto Medium"/>
                        <w:sz w:val="36"/>
                      </w:rPr>
                    </w:pPr>
                    <w:r>
                      <w:rPr>
                        <w:rFonts w:ascii="Roboto Medium" w:hAnsi="Roboto Medium"/>
                        <w:color w:val="4E5156"/>
                        <w:sz w:val="36"/>
                      </w:rPr>
                      <w:t>Technická zpráva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022B"/>
    <w:multiLevelType w:val="multilevel"/>
    <w:tmpl w:val="B1C2EA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EA7BE7"/>
    <w:multiLevelType w:val="hybridMultilevel"/>
    <w:tmpl w:val="272E9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07E4C"/>
    <w:multiLevelType w:val="hybridMultilevel"/>
    <w:tmpl w:val="0B44B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B3A6D"/>
    <w:multiLevelType w:val="multilevel"/>
    <w:tmpl w:val="B8EA8F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65659D"/>
    <w:multiLevelType w:val="multilevel"/>
    <w:tmpl w:val="F9CC90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5D6084"/>
    <w:multiLevelType w:val="multilevel"/>
    <w:tmpl w:val="C15A38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F626D6"/>
    <w:multiLevelType w:val="hybridMultilevel"/>
    <w:tmpl w:val="3EB03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A79A6"/>
    <w:multiLevelType w:val="multilevel"/>
    <w:tmpl w:val="1D38705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78A00F3"/>
    <w:multiLevelType w:val="hybridMultilevel"/>
    <w:tmpl w:val="26ACF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372B0"/>
    <w:multiLevelType w:val="hybridMultilevel"/>
    <w:tmpl w:val="FAA669AC"/>
    <w:lvl w:ilvl="0" w:tplc="72F80332">
      <w:numFmt w:val="bullet"/>
      <w:lvlText w:val="-"/>
      <w:lvlJc w:val="left"/>
      <w:pPr>
        <w:ind w:left="720" w:hanging="360"/>
      </w:pPr>
      <w:rPr>
        <w:rFonts w:ascii="Roboto" w:eastAsia="Roboto Light" w:hAnsi="Roboto" w:cs="Roboto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730548">
    <w:abstractNumId w:val="4"/>
  </w:num>
  <w:num w:numId="2" w16cid:durableId="876357147">
    <w:abstractNumId w:val="5"/>
  </w:num>
  <w:num w:numId="3" w16cid:durableId="541551972">
    <w:abstractNumId w:val="3"/>
  </w:num>
  <w:num w:numId="4" w16cid:durableId="1217664619">
    <w:abstractNumId w:val="0"/>
  </w:num>
  <w:num w:numId="5" w16cid:durableId="1926767022">
    <w:abstractNumId w:val="7"/>
  </w:num>
  <w:num w:numId="6" w16cid:durableId="1783767322">
    <w:abstractNumId w:val="8"/>
  </w:num>
  <w:num w:numId="7" w16cid:durableId="563371415">
    <w:abstractNumId w:val="1"/>
  </w:num>
  <w:num w:numId="8" w16cid:durableId="1561939630">
    <w:abstractNumId w:val="7"/>
  </w:num>
  <w:num w:numId="9" w16cid:durableId="116997302">
    <w:abstractNumId w:val="7"/>
  </w:num>
  <w:num w:numId="10" w16cid:durableId="1903178771">
    <w:abstractNumId w:val="7"/>
  </w:num>
  <w:num w:numId="11" w16cid:durableId="1238318972">
    <w:abstractNumId w:val="7"/>
  </w:num>
  <w:num w:numId="12" w16cid:durableId="827327572">
    <w:abstractNumId w:val="6"/>
  </w:num>
  <w:num w:numId="13" w16cid:durableId="2041320839">
    <w:abstractNumId w:val="2"/>
  </w:num>
  <w:num w:numId="14" w16cid:durableId="1325816991">
    <w:abstractNumId w:val="7"/>
  </w:num>
  <w:num w:numId="15" w16cid:durableId="883491597">
    <w:abstractNumId w:val="7"/>
  </w:num>
  <w:num w:numId="16" w16cid:durableId="526992561">
    <w:abstractNumId w:val="7"/>
  </w:num>
  <w:num w:numId="17" w16cid:durableId="390807985">
    <w:abstractNumId w:val="7"/>
  </w:num>
  <w:num w:numId="18" w16cid:durableId="2045788902">
    <w:abstractNumId w:val="7"/>
  </w:num>
  <w:num w:numId="19" w16cid:durableId="24406147">
    <w:abstractNumId w:val="7"/>
  </w:num>
  <w:num w:numId="20" w16cid:durableId="1228303800">
    <w:abstractNumId w:val="7"/>
  </w:num>
  <w:num w:numId="21" w16cid:durableId="733746872">
    <w:abstractNumId w:val="7"/>
  </w:num>
  <w:num w:numId="22" w16cid:durableId="1717314604">
    <w:abstractNumId w:val="7"/>
  </w:num>
  <w:num w:numId="23" w16cid:durableId="1297023577">
    <w:abstractNumId w:val="7"/>
  </w:num>
  <w:num w:numId="24" w16cid:durableId="2114743023">
    <w:abstractNumId w:val="7"/>
  </w:num>
  <w:num w:numId="25" w16cid:durableId="1755085680">
    <w:abstractNumId w:val="7"/>
  </w:num>
  <w:num w:numId="26" w16cid:durableId="318266994">
    <w:abstractNumId w:val="7"/>
  </w:num>
  <w:num w:numId="27" w16cid:durableId="434716889">
    <w:abstractNumId w:val="7"/>
  </w:num>
  <w:num w:numId="28" w16cid:durableId="963803979">
    <w:abstractNumId w:val="9"/>
  </w:num>
  <w:num w:numId="29" w16cid:durableId="596250387">
    <w:abstractNumId w:val="7"/>
  </w:num>
  <w:num w:numId="30" w16cid:durableId="2050908018">
    <w:abstractNumId w:val="7"/>
  </w:num>
  <w:num w:numId="31" w16cid:durableId="1964385386">
    <w:abstractNumId w:val="7"/>
  </w:num>
  <w:num w:numId="32" w16cid:durableId="21354391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saveSubsetFont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EE6"/>
    <w:rsid w:val="00001D62"/>
    <w:rsid w:val="00013BE0"/>
    <w:rsid w:val="00016076"/>
    <w:rsid w:val="00020ED3"/>
    <w:rsid w:val="00032407"/>
    <w:rsid w:val="0003661F"/>
    <w:rsid w:val="00043548"/>
    <w:rsid w:val="0006348F"/>
    <w:rsid w:val="00063C49"/>
    <w:rsid w:val="000644D9"/>
    <w:rsid w:val="00075D18"/>
    <w:rsid w:val="00077686"/>
    <w:rsid w:val="00077C3D"/>
    <w:rsid w:val="00083C6B"/>
    <w:rsid w:val="00087D18"/>
    <w:rsid w:val="00091E08"/>
    <w:rsid w:val="0009700E"/>
    <w:rsid w:val="000A14E1"/>
    <w:rsid w:val="000A15FB"/>
    <w:rsid w:val="000A70F8"/>
    <w:rsid w:val="000D17A8"/>
    <w:rsid w:val="000D2B87"/>
    <w:rsid w:val="000E09BD"/>
    <w:rsid w:val="000E23EF"/>
    <w:rsid w:val="000E4DDB"/>
    <w:rsid w:val="000E5F98"/>
    <w:rsid w:val="000F39CD"/>
    <w:rsid w:val="000F7ADE"/>
    <w:rsid w:val="00102DE7"/>
    <w:rsid w:val="00103DAB"/>
    <w:rsid w:val="00111C85"/>
    <w:rsid w:val="00125DA1"/>
    <w:rsid w:val="001331AB"/>
    <w:rsid w:val="0013661F"/>
    <w:rsid w:val="001517DB"/>
    <w:rsid w:val="00151AF6"/>
    <w:rsid w:val="00164CD3"/>
    <w:rsid w:val="00167DB1"/>
    <w:rsid w:val="00170B40"/>
    <w:rsid w:val="00183607"/>
    <w:rsid w:val="001A57DE"/>
    <w:rsid w:val="001C4E3B"/>
    <w:rsid w:val="001C59B5"/>
    <w:rsid w:val="001D090B"/>
    <w:rsid w:val="001E5FE5"/>
    <w:rsid w:val="001F3F5D"/>
    <w:rsid w:val="0020253E"/>
    <w:rsid w:val="0020592F"/>
    <w:rsid w:val="002222A0"/>
    <w:rsid w:val="00224A2C"/>
    <w:rsid w:val="0022615D"/>
    <w:rsid w:val="00226BE5"/>
    <w:rsid w:val="002355EF"/>
    <w:rsid w:val="00240F00"/>
    <w:rsid w:val="00255528"/>
    <w:rsid w:val="00261DAD"/>
    <w:rsid w:val="00272174"/>
    <w:rsid w:val="0028382F"/>
    <w:rsid w:val="00286003"/>
    <w:rsid w:val="00287877"/>
    <w:rsid w:val="0029343D"/>
    <w:rsid w:val="002B4F26"/>
    <w:rsid w:val="002B7CE7"/>
    <w:rsid w:val="002D2482"/>
    <w:rsid w:val="002D2BE5"/>
    <w:rsid w:val="002D7A5C"/>
    <w:rsid w:val="002E3FD2"/>
    <w:rsid w:val="002E7A7D"/>
    <w:rsid w:val="002F5E1B"/>
    <w:rsid w:val="00311540"/>
    <w:rsid w:val="00322509"/>
    <w:rsid w:val="00322F8F"/>
    <w:rsid w:val="00332EE7"/>
    <w:rsid w:val="003441CC"/>
    <w:rsid w:val="00347F8F"/>
    <w:rsid w:val="00354457"/>
    <w:rsid w:val="0037636B"/>
    <w:rsid w:val="00376892"/>
    <w:rsid w:val="00377559"/>
    <w:rsid w:val="00377C8F"/>
    <w:rsid w:val="00391901"/>
    <w:rsid w:val="0039659F"/>
    <w:rsid w:val="003C13A5"/>
    <w:rsid w:val="003C29C1"/>
    <w:rsid w:val="003E2C79"/>
    <w:rsid w:val="004026DD"/>
    <w:rsid w:val="004115FA"/>
    <w:rsid w:val="00416FAC"/>
    <w:rsid w:val="00426CFE"/>
    <w:rsid w:val="00436382"/>
    <w:rsid w:val="00437AD2"/>
    <w:rsid w:val="00455778"/>
    <w:rsid w:val="00457C7C"/>
    <w:rsid w:val="004702AD"/>
    <w:rsid w:val="00471CB8"/>
    <w:rsid w:val="00477A7D"/>
    <w:rsid w:val="00485EB1"/>
    <w:rsid w:val="00487FBE"/>
    <w:rsid w:val="00492C68"/>
    <w:rsid w:val="004945A0"/>
    <w:rsid w:val="004A6159"/>
    <w:rsid w:val="004B7077"/>
    <w:rsid w:val="004C2236"/>
    <w:rsid w:val="004C7032"/>
    <w:rsid w:val="004D287B"/>
    <w:rsid w:val="004D3699"/>
    <w:rsid w:val="004D7B0D"/>
    <w:rsid w:val="004E120F"/>
    <w:rsid w:val="004E384E"/>
    <w:rsid w:val="004F1147"/>
    <w:rsid w:val="004F175A"/>
    <w:rsid w:val="004F543A"/>
    <w:rsid w:val="005054C3"/>
    <w:rsid w:val="00510C91"/>
    <w:rsid w:val="00511138"/>
    <w:rsid w:val="00525A75"/>
    <w:rsid w:val="0053412D"/>
    <w:rsid w:val="00535E4D"/>
    <w:rsid w:val="00547937"/>
    <w:rsid w:val="00552C5E"/>
    <w:rsid w:val="005538EC"/>
    <w:rsid w:val="0056182B"/>
    <w:rsid w:val="00562956"/>
    <w:rsid w:val="0056681D"/>
    <w:rsid w:val="00577100"/>
    <w:rsid w:val="005A143D"/>
    <w:rsid w:val="005A31E2"/>
    <w:rsid w:val="005A4576"/>
    <w:rsid w:val="005C0CFA"/>
    <w:rsid w:val="005C23BD"/>
    <w:rsid w:val="005C2785"/>
    <w:rsid w:val="005C480D"/>
    <w:rsid w:val="005E086F"/>
    <w:rsid w:val="005F2D79"/>
    <w:rsid w:val="005F7B1A"/>
    <w:rsid w:val="006035CC"/>
    <w:rsid w:val="006079F1"/>
    <w:rsid w:val="006146AD"/>
    <w:rsid w:val="00614B5A"/>
    <w:rsid w:val="00642328"/>
    <w:rsid w:val="006464D7"/>
    <w:rsid w:val="0066341B"/>
    <w:rsid w:val="006637BB"/>
    <w:rsid w:val="00670AA9"/>
    <w:rsid w:val="00671411"/>
    <w:rsid w:val="006729F4"/>
    <w:rsid w:val="00675A8A"/>
    <w:rsid w:val="0067625B"/>
    <w:rsid w:val="006A45BD"/>
    <w:rsid w:val="006B2ACE"/>
    <w:rsid w:val="006B424E"/>
    <w:rsid w:val="006C26FC"/>
    <w:rsid w:val="006C3FD2"/>
    <w:rsid w:val="006C6FD4"/>
    <w:rsid w:val="006D1EE6"/>
    <w:rsid w:val="006D248B"/>
    <w:rsid w:val="006E2432"/>
    <w:rsid w:val="006E5250"/>
    <w:rsid w:val="006F2714"/>
    <w:rsid w:val="00714A5E"/>
    <w:rsid w:val="007245AF"/>
    <w:rsid w:val="00740003"/>
    <w:rsid w:val="00742CE0"/>
    <w:rsid w:val="00742EB7"/>
    <w:rsid w:val="00752595"/>
    <w:rsid w:val="00757C8C"/>
    <w:rsid w:val="0076452E"/>
    <w:rsid w:val="00765206"/>
    <w:rsid w:val="007721AA"/>
    <w:rsid w:val="00775C62"/>
    <w:rsid w:val="007804A4"/>
    <w:rsid w:val="00784AFC"/>
    <w:rsid w:val="0078723C"/>
    <w:rsid w:val="007C3AA7"/>
    <w:rsid w:val="007C5D28"/>
    <w:rsid w:val="007C63D9"/>
    <w:rsid w:val="007D09C4"/>
    <w:rsid w:val="007E206D"/>
    <w:rsid w:val="007E5778"/>
    <w:rsid w:val="007F77C1"/>
    <w:rsid w:val="00806873"/>
    <w:rsid w:val="00820880"/>
    <w:rsid w:val="008245D3"/>
    <w:rsid w:val="00832763"/>
    <w:rsid w:val="00837ABA"/>
    <w:rsid w:val="00850575"/>
    <w:rsid w:val="0087211E"/>
    <w:rsid w:val="008730D5"/>
    <w:rsid w:val="00885A46"/>
    <w:rsid w:val="00891E4F"/>
    <w:rsid w:val="00897F46"/>
    <w:rsid w:val="008C01DE"/>
    <w:rsid w:val="008D3AD0"/>
    <w:rsid w:val="008E0CBF"/>
    <w:rsid w:val="008E6383"/>
    <w:rsid w:val="008E7CC4"/>
    <w:rsid w:val="008F083D"/>
    <w:rsid w:val="008F18CA"/>
    <w:rsid w:val="008F1E3C"/>
    <w:rsid w:val="008F38F8"/>
    <w:rsid w:val="00912503"/>
    <w:rsid w:val="009154B5"/>
    <w:rsid w:val="00922C50"/>
    <w:rsid w:val="0093398B"/>
    <w:rsid w:val="00950A77"/>
    <w:rsid w:val="00955EE8"/>
    <w:rsid w:val="00976954"/>
    <w:rsid w:val="00984F3D"/>
    <w:rsid w:val="00985216"/>
    <w:rsid w:val="00987B1E"/>
    <w:rsid w:val="00994897"/>
    <w:rsid w:val="0099661C"/>
    <w:rsid w:val="00997C88"/>
    <w:rsid w:val="009A6BDE"/>
    <w:rsid w:val="009B57A0"/>
    <w:rsid w:val="009B5996"/>
    <w:rsid w:val="009C5955"/>
    <w:rsid w:val="009D5726"/>
    <w:rsid w:val="009E2912"/>
    <w:rsid w:val="009F6A93"/>
    <w:rsid w:val="00A01936"/>
    <w:rsid w:val="00A041B7"/>
    <w:rsid w:val="00A10E22"/>
    <w:rsid w:val="00A116C2"/>
    <w:rsid w:val="00A17FF5"/>
    <w:rsid w:val="00A2135D"/>
    <w:rsid w:val="00A24182"/>
    <w:rsid w:val="00A25CCF"/>
    <w:rsid w:val="00A25CE1"/>
    <w:rsid w:val="00A26164"/>
    <w:rsid w:val="00A42A08"/>
    <w:rsid w:val="00A57417"/>
    <w:rsid w:val="00A652F0"/>
    <w:rsid w:val="00A6791D"/>
    <w:rsid w:val="00A7104B"/>
    <w:rsid w:val="00A71D6F"/>
    <w:rsid w:val="00A745F8"/>
    <w:rsid w:val="00A77584"/>
    <w:rsid w:val="00A8755B"/>
    <w:rsid w:val="00A92AAE"/>
    <w:rsid w:val="00A9422B"/>
    <w:rsid w:val="00A96264"/>
    <w:rsid w:val="00A979E3"/>
    <w:rsid w:val="00A97A4C"/>
    <w:rsid w:val="00AA626D"/>
    <w:rsid w:val="00AB5CCC"/>
    <w:rsid w:val="00AD440F"/>
    <w:rsid w:val="00AE243B"/>
    <w:rsid w:val="00AE4023"/>
    <w:rsid w:val="00AF3042"/>
    <w:rsid w:val="00B06EE0"/>
    <w:rsid w:val="00B245C5"/>
    <w:rsid w:val="00B42CA0"/>
    <w:rsid w:val="00B4356E"/>
    <w:rsid w:val="00B44D49"/>
    <w:rsid w:val="00B47F8C"/>
    <w:rsid w:val="00B517E7"/>
    <w:rsid w:val="00B53278"/>
    <w:rsid w:val="00B545E4"/>
    <w:rsid w:val="00B6302E"/>
    <w:rsid w:val="00B816CB"/>
    <w:rsid w:val="00B91EE4"/>
    <w:rsid w:val="00BB2D66"/>
    <w:rsid w:val="00BC58FA"/>
    <w:rsid w:val="00BC7B2D"/>
    <w:rsid w:val="00BE6662"/>
    <w:rsid w:val="00BF1E09"/>
    <w:rsid w:val="00C0160B"/>
    <w:rsid w:val="00C019C2"/>
    <w:rsid w:val="00C10371"/>
    <w:rsid w:val="00C13EFF"/>
    <w:rsid w:val="00C17EE6"/>
    <w:rsid w:val="00C22CE4"/>
    <w:rsid w:val="00C23459"/>
    <w:rsid w:val="00C254E1"/>
    <w:rsid w:val="00C42649"/>
    <w:rsid w:val="00C45575"/>
    <w:rsid w:val="00C503EE"/>
    <w:rsid w:val="00C52727"/>
    <w:rsid w:val="00C61FC2"/>
    <w:rsid w:val="00C65B5E"/>
    <w:rsid w:val="00C70460"/>
    <w:rsid w:val="00C72B95"/>
    <w:rsid w:val="00CA34F2"/>
    <w:rsid w:val="00CA356E"/>
    <w:rsid w:val="00CB04E8"/>
    <w:rsid w:val="00CC1CF3"/>
    <w:rsid w:val="00CD1FDA"/>
    <w:rsid w:val="00CD4204"/>
    <w:rsid w:val="00CE3169"/>
    <w:rsid w:val="00CF1070"/>
    <w:rsid w:val="00CF284D"/>
    <w:rsid w:val="00CF52EC"/>
    <w:rsid w:val="00D058D0"/>
    <w:rsid w:val="00D16A3E"/>
    <w:rsid w:val="00D229C1"/>
    <w:rsid w:val="00D25620"/>
    <w:rsid w:val="00D262EC"/>
    <w:rsid w:val="00D339B1"/>
    <w:rsid w:val="00D453D5"/>
    <w:rsid w:val="00D5149B"/>
    <w:rsid w:val="00D53C27"/>
    <w:rsid w:val="00D57835"/>
    <w:rsid w:val="00D62464"/>
    <w:rsid w:val="00D63FEC"/>
    <w:rsid w:val="00D70A5A"/>
    <w:rsid w:val="00D70FC7"/>
    <w:rsid w:val="00D8370F"/>
    <w:rsid w:val="00D87077"/>
    <w:rsid w:val="00D8773E"/>
    <w:rsid w:val="00D91F27"/>
    <w:rsid w:val="00D9439D"/>
    <w:rsid w:val="00DA38CF"/>
    <w:rsid w:val="00DA7875"/>
    <w:rsid w:val="00DC3CDB"/>
    <w:rsid w:val="00E06E2C"/>
    <w:rsid w:val="00E0762E"/>
    <w:rsid w:val="00E172E2"/>
    <w:rsid w:val="00E178F2"/>
    <w:rsid w:val="00E25E2B"/>
    <w:rsid w:val="00E36747"/>
    <w:rsid w:val="00E5780B"/>
    <w:rsid w:val="00E638EA"/>
    <w:rsid w:val="00E70C36"/>
    <w:rsid w:val="00E72143"/>
    <w:rsid w:val="00E75022"/>
    <w:rsid w:val="00E85B61"/>
    <w:rsid w:val="00EA2646"/>
    <w:rsid w:val="00EB04D2"/>
    <w:rsid w:val="00EB3B4D"/>
    <w:rsid w:val="00EE01FF"/>
    <w:rsid w:val="00EE153E"/>
    <w:rsid w:val="00F061FD"/>
    <w:rsid w:val="00F16881"/>
    <w:rsid w:val="00F46765"/>
    <w:rsid w:val="00F637A6"/>
    <w:rsid w:val="00F641F4"/>
    <w:rsid w:val="00F71925"/>
    <w:rsid w:val="00F91E12"/>
    <w:rsid w:val="00F97B1A"/>
    <w:rsid w:val="00FB1894"/>
    <w:rsid w:val="00FD75A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BDC59"/>
  <w15:docId w15:val="{D1ADA992-26F2-45AB-B33C-2691D985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uiPriority w:val="1"/>
    <w:qFormat/>
    <w:rsid w:val="00976954"/>
    <w:pPr>
      <w:widowControl/>
      <w:spacing w:before="240" w:line="320" w:lineRule="exact"/>
      <w:jc w:val="both"/>
    </w:pPr>
    <w:rPr>
      <w:rFonts w:ascii="Roboto" w:eastAsia="Roboto Light" w:hAnsi="Roboto" w:cs="Roboto Light"/>
      <w:sz w:val="20"/>
      <w:lang w:val="cs-CZ" w:eastAsia="cs-CZ" w:bidi="cs-CZ"/>
    </w:rPr>
  </w:style>
  <w:style w:type="paragraph" w:styleId="Nadpis1">
    <w:name w:val="heading 1"/>
    <w:next w:val="Normln"/>
    <w:link w:val="Nadpis1Char"/>
    <w:uiPriority w:val="9"/>
    <w:qFormat/>
    <w:rsid w:val="00226BE5"/>
    <w:pPr>
      <w:keepNext/>
      <w:numPr>
        <w:numId w:val="5"/>
      </w:numPr>
      <w:spacing w:before="360" w:line="320" w:lineRule="exact"/>
      <w:outlineLvl w:val="0"/>
    </w:pPr>
    <w:rPr>
      <w:rFonts w:ascii="Roboto" w:eastAsia="Roboto Light" w:hAnsi="Roboto" w:cs="Roboto Light"/>
      <w:sz w:val="28"/>
      <w:szCs w:val="28"/>
      <w:lang w:val="cs-CZ" w:eastAsia="cs-CZ" w:bidi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641F4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77559"/>
    <w:pPr>
      <w:numPr>
        <w:ilvl w:val="2"/>
      </w:numPr>
      <w:ind w:left="680" w:hanging="680"/>
      <w:outlineLvl w:val="2"/>
    </w:pPr>
    <w:rPr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pPr>
      <w:spacing w:before="20"/>
    </w:pPr>
    <w:rPr>
      <w:sz w:val="16"/>
      <w:szCs w:val="16"/>
    </w:rPr>
  </w:style>
  <w:style w:type="paragraph" w:styleId="Odstavecseseznamem">
    <w:name w:val="List Paragraph"/>
    <w:uiPriority w:val="1"/>
    <w:qFormat/>
    <w:rsid w:val="00F641F4"/>
    <w:pPr>
      <w:spacing w:before="240" w:line="200" w:lineRule="exact"/>
    </w:pPr>
    <w:rPr>
      <w:rFonts w:ascii="Roboto" w:eastAsia="Roboto Light" w:hAnsi="Roboto" w:cs="Roboto Light"/>
      <w:sz w:val="20"/>
      <w:lang w:val="cs-CZ" w:eastAsia="cs-CZ" w:bidi="cs-CZ"/>
    </w:r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7804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04A4"/>
    <w:rPr>
      <w:rFonts w:ascii="Roboto Light" w:eastAsia="Roboto Light" w:hAnsi="Roboto Light" w:cs="Roboto Light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804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04A4"/>
    <w:rPr>
      <w:rFonts w:ascii="Roboto Light" w:eastAsia="Roboto Light" w:hAnsi="Roboto Light" w:cs="Roboto Light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65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59F"/>
    <w:rPr>
      <w:rFonts w:ascii="Segoe UI" w:eastAsia="Roboto Light" w:hAnsi="Segoe UI" w:cs="Segoe UI"/>
      <w:sz w:val="18"/>
      <w:szCs w:val="18"/>
      <w:lang w:val="cs-CZ"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226BE5"/>
    <w:rPr>
      <w:rFonts w:ascii="Roboto" w:eastAsia="Roboto Light" w:hAnsi="Roboto" w:cs="Roboto Light"/>
      <w:sz w:val="28"/>
      <w:szCs w:val="28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F641F4"/>
    <w:rPr>
      <w:rFonts w:ascii="Roboto" w:eastAsia="Roboto Light" w:hAnsi="Roboto" w:cs="Roboto Light"/>
      <w:sz w:val="24"/>
      <w:szCs w:val="24"/>
      <w:lang w:val="cs-CZ"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77559"/>
    <w:rPr>
      <w:rFonts w:ascii="Roboto" w:eastAsia="Roboto Light" w:hAnsi="Roboto" w:cs="Roboto Light"/>
      <w:szCs w:val="20"/>
      <w:lang w:val="cs-CZ"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D248B"/>
    <w:pPr>
      <w:numPr>
        <w:numId w:val="0"/>
      </w:numPr>
    </w:p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0E5F9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E5F9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E5F98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E5F98"/>
    <w:rPr>
      <w:color w:val="0000FF" w:themeColor="hyperlink"/>
      <w:u w:val="single"/>
    </w:rPr>
  </w:style>
  <w:style w:type="paragraph" w:customStyle="1" w:styleId="Obsah">
    <w:name w:val="Obsah"/>
    <w:basedOn w:val="Obsah1"/>
    <w:link w:val="ObsahChar"/>
    <w:uiPriority w:val="1"/>
    <w:rsid w:val="00A25CE1"/>
    <w:pPr>
      <w:tabs>
        <w:tab w:val="left" w:pos="440"/>
        <w:tab w:val="right" w:leader="dot" w:pos="9780"/>
      </w:tabs>
    </w:pPr>
    <w:rPr>
      <w:noProof/>
    </w:rPr>
  </w:style>
  <w:style w:type="character" w:customStyle="1" w:styleId="Obsah1Char">
    <w:name w:val="Obsah 1 Char"/>
    <w:basedOn w:val="Standardnpsmoodstavce"/>
    <w:link w:val="Obsah1"/>
    <w:uiPriority w:val="39"/>
    <w:rsid w:val="00A25CE1"/>
    <w:rPr>
      <w:rFonts w:ascii="Roboto Light" w:eastAsia="Roboto Light" w:hAnsi="Roboto Light" w:cs="Roboto Light"/>
      <w:lang w:val="cs-CZ" w:eastAsia="cs-CZ" w:bidi="cs-CZ"/>
    </w:rPr>
  </w:style>
  <w:style w:type="character" w:customStyle="1" w:styleId="ObsahChar">
    <w:name w:val="Obsah Char"/>
    <w:basedOn w:val="Obsah1Char"/>
    <w:link w:val="Obsah"/>
    <w:uiPriority w:val="1"/>
    <w:rsid w:val="00A25CE1"/>
    <w:rPr>
      <w:rFonts w:ascii="Roboto Light" w:eastAsia="Roboto Light" w:hAnsi="Roboto Light" w:cs="Roboto Light"/>
      <w:noProof/>
      <w:lang w:val="cs-CZ" w:eastAsia="cs-CZ" w:bidi="cs-CZ"/>
    </w:rPr>
  </w:style>
  <w:style w:type="paragraph" w:customStyle="1" w:styleId="zpat-text">
    <w:name w:val="zápatí-text"/>
    <w:basedOn w:val="Zkladntext"/>
    <w:link w:val="zpat-textChar"/>
    <w:uiPriority w:val="1"/>
    <w:qFormat/>
    <w:rsid w:val="00D8370F"/>
    <w:pPr>
      <w:tabs>
        <w:tab w:val="left" w:pos="1282"/>
        <w:tab w:val="left" w:pos="2944"/>
        <w:tab w:val="left" w:pos="4241"/>
      </w:tabs>
      <w:spacing w:before="0" w:line="240" w:lineRule="auto"/>
    </w:pPr>
    <w:rPr>
      <w:rFonts w:ascii="Roboto Light" w:hAnsi="Roboto Light"/>
      <w:color w:val="4E5156"/>
    </w:rPr>
  </w:style>
  <w:style w:type="paragraph" w:styleId="Bezmezer">
    <w:name w:val="No Spacing"/>
    <w:link w:val="BezmezerChar"/>
    <w:uiPriority w:val="1"/>
    <w:qFormat/>
    <w:rsid w:val="006637BB"/>
    <w:pPr>
      <w:widowControl/>
      <w:jc w:val="both"/>
    </w:pPr>
    <w:rPr>
      <w:rFonts w:ascii="Roboto" w:eastAsia="Roboto Light" w:hAnsi="Roboto" w:cs="Roboto Light"/>
      <w:sz w:val="20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85EB1"/>
    <w:rPr>
      <w:rFonts w:ascii="Roboto" w:eastAsia="Roboto Light" w:hAnsi="Roboto" w:cs="Roboto Light"/>
      <w:sz w:val="16"/>
      <w:szCs w:val="16"/>
      <w:lang w:val="cs-CZ" w:eastAsia="cs-CZ" w:bidi="cs-CZ"/>
    </w:rPr>
  </w:style>
  <w:style w:type="character" w:customStyle="1" w:styleId="zpat-textChar">
    <w:name w:val="zápatí-text Char"/>
    <w:basedOn w:val="ZkladntextChar"/>
    <w:link w:val="zpat-text"/>
    <w:uiPriority w:val="1"/>
    <w:rsid w:val="00D8370F"/>
    <w:rPr>
      <w:rFonts w:ascii="Roboto Light" w:eastAsia="Roboto Light" w:hAnsi="Roboto Light" w:cs="Roboto Light"/>
      <w:color w:val="4E5156"/>
      <w:sz w:val="16"/>
      <w:szCs w:val="16"/>
      <w:lang w:val="cs-CZ" w:eastAsia="cs-CZ"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3441CC"/>
    <w:rPr>
      <w:rFonts w:ascii="Roboto" w:eastAsia="Roboto Light" w:hAnsi="Roboto" w:cs="Roboto Light"/>
      <w:sz w:val="20"/>
      <w:lang w:val="cs-CZ" w:eastAsia="cs-CZ" w:bidi="cs-CZ"/>
    </w:rPr>
  </w:style>
  <w:style w:type="character" w:styleId="Zstupntext">
    <w:name w:val="Placeholder Text"/>
    <w:basedOn w:val="Standardnpsmoodstavce"/>
    <w:uiPriority w:val="99"/>
    <w:semiHidden/>
    <w:rsid w:val="008E0C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vtg.cz/" TargetMode="External"/><Relationship Id="rId2" Type="http://schemas.openxmlformats.org/officeDocument/2006/relationships/hyperlink" Target="http://www.avtg.cz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vtg.cz/" TargetMode="External"/><Relationship Id="rId2" Type="http://schemas.openxmlformats.org/officeDocument/2006/relationships/hyperlink" Target="http://www.avtg.cz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%20(AVTG)\AVTG%20&#352;ablony%20dokument&#367;\technicka_zprava-nabidka\TZ_v07a_fonty_uvnitr_s_titulko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4A002-1B86-4391-93C1-E96EB4D7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TZ_v07a_fonty_uvnitr_s_titulkou.dotx</Template>
  <TotalTime>29</TotalTime>
  <Pages>1</Pages>
  <Words>652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prostorové akustiky a AV technikyAkustické měření a projekční práce</vt:lpstr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prostorové akustiky a AV technikyAkustické měření a projekční práce</dc:title>
  <dc:subject>IPR CAMP</dc:subject>
  <dc:creator>karel</dc:creator>
  <cp:lastModifiedBy>KarelMotl2</cp:lastModifiedBy>
  <cp:revision>16</cp:revision>
  <cp:lastPrinted>2024-02-01T15:18:00Z</cp:lastPrinted>
  <dcterms:created xsi:type="dcterms:W3CDTF">2024-01-19T13:21:00Z</dcterms:created>
  <dcterms:modified xsi:type="dcterms:W3CDTF">2024-02-01T15:18:00Z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2018-02-14T00:00:00Z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2018-02-14T00:00:00Z</vt:filetime>
  </property>
</Properties>
</file>